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64A7A" w14:textId="77777777" w:rsidR="00AC587D" w:rsidRPr="00B26907" w:rsidRDefault="00AC587D" w:rsidP="00AC587D">
      <w:pPr>
        <w:suppressAutoHyphens/>
        <w:spacing w:after="0" w:line="240" w:lineRule="auto"/>
        <w:ind w:left="6521"/>
        <w:rPr>
          <w:rFonts w:ascii="Times New Roman" w:eastAsia="Times New Roman" w:hAnsi="Times New Roman" w:cs="Times New Roman"/>
        </w:rPr>
      </w:pPr>
      <w:bookmarkStart w:id="0" w:name="_Hlk212476288"/>
      <w:proofErr w:type="spellStart"/>
      <w:r>
        <w:rPr>
          <w:rFonts w:ascii="Times New Roman" w:eastAsia="Times New Roman" w:hAnsi="Times New Roman" w:cs="Times New Roman"/>
          <w:bCs/>
          <w:lang w:eastAsia="lt-LT"/>
        </w:rPr>
        <w:t>Habitoskopinių</w:t>
      </w:r>
      <w:proofErr w:type="spellEnd"/>
      <w:r>
        <w:rPr>
          <w:rFonts w:ascii="Times New Roman" w:eastAsia="Times New Roman" w:hAnsi="Times New Roman" w:cs="Times New Roman"/>
          <w:bCs/>
          <w:lang w:eastAsia="lt-LT"/>
        </w:rPr>
        <w:t xml:space="preserve"> duomenų registro (HDR) programinės įrangos priežiūros paslaugų</w:t>
      </w:r>
      <w:r w:rsidRPr="00B26907">
        <w:rPr>
          <w:rFonts w:ascii="Times New Roman" w:eastAsia="Times New Roman" w:hAnsi="Times New Roman" w:cs="Times New Roman"/>
          <w:bCs/>
          <w:lang w:eastAsia="lt-LT"/>
        </w:rPr>
        <w:t xml:space="preserve"> </w:t>
      </w:r>
      <w:r w:rsidRPr="00B26907">
        <w:rPr>
          <w:rFonts w:ascii="Times New Roman" w:eastAsia="Times New Roman" w:hAnsi="Times New Roman" w:cs="Times New Roman"/>
          <w:lang w:eastAsia="lt-LT"/>
        </w:rPr>
        <w:t>pirkimo</w:t>
      </w:r>
      <w:r w:rsidRPr="00B26907">
        <w:rPr>
          <w:rFonts w:ascii="Times New Roman" w:eastAsia="Times New Roman" w:hAnsi="Times New Roman" w:cs="Times New Roman"/>
          <w:bCs/>
          <w:iCs/>
          <w:lang w:eastAsia="lt-LT"/>
        </w:rPr>
        <w:t xml:space="preserve">-pardavimo sutarties </w:t>
      </w:r>
    </w:p>
    <w:p w14:paraId="7F34292C" w14:textId="366E64C4" w:rsidR="00AC587D" w:rsidRPr="00B26907" w:rsidRDefault="00AC587D" w:rsidP="00AC587D">
      <w:pPr>
        <w:suppressAutoHyphens/>
        <w:spacing w:after="0" w:line="240" w:lineRule="auto"/>
        <w:ind w:left="6480" w:firstLine="41"/>
        <w:rPr>
          <w:rFonts w:ascii="Times New Roman" w:eastAsia="Times New Roman" w:hAnsi="Times New Roman" w:cs="Times New Roman"/>
        </w:rPr>
      </w:pPr>
      <w:r w:rsidRPr="00B26907">
        <w:rPr>
          <w:rFonts w:ascii="Times New Roman" w:eastAsia="Times New Roman" w:hAnsi="Times New Roman" w:cs="Times New Roman"/>
        </w:rPr>
        <w:t xml:space="preserve">priedas Nr. </w:t>
      </w:r>
      <w:r>
        <w:rPr>
          <w:rFonts w:ascii="Times New Roman" w:eastAsia="Times New Roman" w:hAnsi="Times New Roman" w:cs="Times New Roman"/>
        </w:rPr>
        <w:t>3</w:t>
      </w:r>
    </w:p>
    <w:bookmarkEnd w:id="0"/>
    <w:p w14:paraId="57C81D51" w14:textId="77777777" w:rsidR="00E9697F" w:rsidRPr="00804087" w:rsidRDefault="00E9697F" w:rsidP="00AC587D">
      <w:pPr>
        <w:widowControl w:val="0"/>
        <w:suppressAutoHyphens/>
        <w:rPr>
          <w:color w:val="000000"/>
          <w:szCs w:val="24"/>
          <w:lang w:eastAsia="lt-LT"/>
        </w:rPr>
      </w:pPr>
    </w:p>
    <w:p w14:paraId="3319800C" w14:textId="77777777" w:rsidR="00E9697F" w:rsidRPr="00804087" w:rsidRDefault="00E9697F" w:rsidP="00E9697F">
      <w:pPr>
        <w:widowControl w:val="0"/>
        <w:suppressAutoHyphens/>
        <w:jc w:val="center"/>
        <w:rPr>
          <w:b/>
          <w:bCs/>
          <w:szCs w:val="24"/>
        </w:rPr>
      </w:pPr>
      <w:r w:rsidRPr="00804087">
        <w:rPr>
          <w:color w:val="000000"/>
          <w:szCs w:val="24"/>
          <w:lang w:eastAsia="lt-LT"/>
        </w:rPr>
        <w:t>(</w:t>
      </w:r>
      <w:r w:rsidRPr="00804087">
        <w:rPr>
          <w:b/>
          <w:color w:val="000000"/>
          <w:szCs w:val="24"/>
          <w:lang w:eastAsia="lt-LT"/>
        </w:rPr>
        <w:t xml:space="preserve">Konfidencialumo pasižadėjimo </w:t>
      </w:r>
      <w:r w:rsidRPr="00804087">
        <w:rPr>
          <w:b/>
          <w:bCs/>
          <w:szCs w:val="24"/>
        </w:rPr>
        <w:t>neatskleisti informacijos, kuri taps žinoma</w:t>
      </w:r>
    </w:p>
    <w:p w14:paraId="74521B1B" w14:textId="77777777" w:rsidR="00E9697F" w:rsidRPr="00804087" w:rsidRDefault="00E9697F" w:rsidP="00E9697F">
      <w:pPr>
        <w:widowControl w:val="0"/>
        <w:suppressAutoHyphens/>
        <w:jc w:val="center"/>
        <w:rPr>
          <w:color w:val="000000"/>
          <w:szCs w:val="24"/>
          <w:lang w:eastAsia="lt-LT"/>
        </w:rPr>
      </w:pPr>
      <w:r w:rsidRPr="00804087">
        <w:rPr>
          <w:b/>
          <w:bCs/>
          <w:szCs w:val="24"/>
        </w:rPr>
        <w:t>vykdant sutartį, forma)</w:t>
      </w:r>
    </w:p>
    <w:p w14:paraId="0CE6D758" w14:textId="77777777" w:rsidR="00E9697F" w:rsidRPr="00804087" w:rsidRDefault="00E9697F" w:rsidP="00E9697F">
      <w:pPr>
        <w:widowControl w:val="0"/>
        <w:suppressAutoHyphens/>
        <w:jc w:val="center"/>
        <w:rPr>
          <w:color w:val="000000"/>
          <w:szCs w:val="24"/>
          <w:lang w:eastAsia="lt-LT"/>
        </w:rPr>
      </w:pPr>
    </w:p>
    <w:p w14:paraId="0EDFFA40" w14:textId="77777777" w:rsidR="00E9697F" w:rsidRPr="00804087" w:rsidRDefault="00E9697F" w:rsidP="00E9697F">
      <w:pPr>
        <w:widowControl w:val="0"/>
        <w:suppressAutoHyphens/>
        <w:jc w:val="center"/>
        <w:rPr>
          <w:b/>
          <w:color w:val="000000"/>
          <w:szCs w:val="24"/>
          <w:lang w:eastAsia="lt-LT"/>
        </w:rPr>
      </w:pPr>
      <w:r w:rsidRPr="00804087">
        <w:rPr>
          <w:b/>
          <w:color w:val="000000"/>
          <w:szCs w:val="24"/>
          <w:lang w:eastAsia="lt-LT"/>
        </w:rPr>
        <w:t>KONFIDENCIALUMO PASIŽADĖJIMAS</w:t>
      </w:r>
    </w:p>
    <w:p w14:paraId="54345481" w14:textId="463C35C8" w:rsidR="00E9697F" w:rsidRPr="00AC587D" w:rsidRDefault="00E9697F" w:rsidP="00AC587D">
      <w:pPr>
        <w:widowControl w:val="0"/>
        <w:suppressAutoHyphens/>
        <w:jc w:val="center"/>
        <w:rPr>
          <w:b/>
          <w:color w:val="000000"/>
          <w:szCs w:val="24"/>
          <w:lang w:eastAsia="lt-LT"/>
        </w:rPr>
      </w:pPr>
      <w:r w:rsidRPr="00804087">
        <w:rPr>
          <w:b/>
          <w:bCs/>
          <w:szCs w:val="24"/>
        </w:rPr>
        <w:t xml:space="preserve">NEATSKLEISTI INFORMACIJOS, KURI TAPS ŽINOMA VYKDANT SUTARTĮ </w:t>
      </w:r>
    </w:p>
    <w:p w14:paraId="769AB878"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________________________</w:t>
      </w:r>
    </w:p>
    <w:p w14:paraId="2EB399DC" w14:textId="22D0FB0F" w:rsidR="00E9697F" w:rsidRPr="00804087" w:rsidRDefault="00E9697F" w:rsidP="00AC587D">
      <w:pPr>
        <w:widowControl w:val="0"/>
        <w:suppressAutoHyphens/>
        <w:jc w:val="center"/>
        <w:rPr>
          <w:color w:val="000000"/>
          <w:szCs w:val="24"/>
          <w:lang w:eastAsia="lt-LT"/>
        </w:rPr>
      </w:pPr>
      <w:r w:rsidRPr="00804087">
        <w:rPr>
          <w:color w:val="000000"/>
          <w:szCs w:val="24"/>
          <w:lang w:eastAsia="lt-LT"/>
        </w:rPr>
        <w:t>(data)</w:t>
      </w:r>
    </w:p>
    <w:p w14:paraId="3B22589A"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________________________</w:t>
      </w:r>
    </w:p>
    <w:p w14:paraId="2FADD0F5"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(vieta)</w:t>
      </w:r>
    </w:p>
    <w:p w14:paraId="3A3605A5" w14:textId="77777777" w:rsidR="00E9697F" w:rsidRPr="00804087" w:rsidRDefault="00E9697F" w:rsidP="00E9697F">
      <w:pPr>
        <w:widowControl w:val="0"/>
        <w:suppressAutoHyphens/>
        <w:ind w:firstLine="709"/>
        <w:jc w:val="center"/>
        <w:rPr>
          <w:color w:val="000000"/>
          <w:szCs w:val="24"/>
          <w:lang w:eastAsia="lt-LT"/>
        </w:rPr>
      </w:pPr>
      <w:r w:rsidRPr="00804087">
        <w:rPr>
          <w:color w:val="000000"/>
          <w:szCs w:val="24"/>
          <w:lang w:eastAsia="lt-LT"/>
        </w:rPr>
        <w:t>Aš, ____________________________________________________________, eidamas (-a)</w:t>
      </w:r>
    </w:p>
    <w:p w14:paraId="45835F16"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(vardas, pavardė)</w:t>
      </w:r>
    </w:p>
    <w:p w14:paraId="5BE3A828"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________________________________________________________________________________</w:t>
      </w:r>
    </w:p>
    <w:p w14:paraId="4EAAA418" w14:textId="0EE81080" w:rsidR="00E9697F" w:rsidRPr="00804087" w:rsidRDefault="00E9697F" w:rsidP="00AC587D">
      <w:pPr>
        <w:widowControl w:val="0"/>
        <w:suppressAutoHyphens/>
        <w:jc w:val="center"/>
        <w:rPr>
          <w:color w:val="000000"/>
          <w:szCs w:val="24"/>
          <w:lang w:eastAsia="lt-LT"/>
        </w:rPr>
      </w:pPr>
      <w:r w:rsidRPr="00804087">
        <w:rPr>
          <w:color w:val="000000"/>
          <w:szCs w:val="24"/>
          <w:lang w:eastAsia="lt-LT"/>
        </w:rPr>
        <w:t>(juridinio asmens pavadinimas)</w:t>
      </w:r>
    </w:p>
    <w:p w14:paraId="03661DF0"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________________________________________________________________________ pareigas,</w:t>
      </w:r>
    </w:p>
    <w:p w14:paraId="7F974545"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(pareigų pavadinimas)</w:t>
      </w:r>
    </w:p>
    <w:p w14:paraId="69495409" w14:textId="77777777" w:rsidR="00E9697F" w:rsidRPr="00804087" w:rsidRDefault="00E9697F" w:rsidP="00E9697F">
      <w:pPr>
        <w:widowControl w:val="0"/>
        <w:suppressAutoHyphens/>
        <w:jc w:val="center"/>
        <w:rPr>
          <w:color w:val="000000"/>
          <w:szCs w:val="24"/>
          <w:lang w:eastAsia="lt-LT"/>
        </w:rPr>
      </w:pPr>
    </w:p>
    <w:p w14:paraId="3D29D3BB"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ir dirbdamas (-a) pagal sutartį ________________________________________________________</w:t>
      </w:r>
    </w:p>
    <w:p w14:paraId="08AC8D72" w14:textId="77777777" w:rsidR="00E9697F" w:rsidRPr="00804087" w:rsidRDefault="00E9697F" w:rsidP="00E9697F">
      <w:pPr>
        <w:widowControl w:val="0"/>
        <w:suppressAutoHyphens/>
        <w:rPr>
          <w:color w:val="000000"/>
          <w:szCs w:val="24"/>
          <w:lang w:eastAsia="lt-LT"/>
        </w:rPr>
      </w:pPr>
      <w:r w:rsidRPr="00804087">
        <w:rPr>
          <w:color w:val="000000"/>
          <w:szCs w:val="24"/>
          <w:lang w:eastAsia="lt-LT"/>
        </w:rPr>
        <w:t xml:space="preserve">                                                   (sutarties pavadinimas, data, numeris)</w:t>
      </w:r>
    </w:p>
    <w:p w14:paraId="5EBB0017" w14:textId="77777777" w:rsidR="00E9697F" w:rsidRPr="00804087" w:rsidRDefault="00E9697F" w:rsidP="00E9697F">
      <w:pPr>
        <w:widowControl w:val="0"/>
        <w:suppressAutoHyphens/>
        <w:ind w:left="3600"/>
        <w:jc w:val="center"/>
        <w:rPr>
          <w:color w:val="000000"/>
          <w:szCs w:val="24"/>
          <w:lang w:eastAsia="lt-LT"/>
        </w:rPr>
      </w:pPr>
    </w:p>
    <w:p w14:paraId="4D906F83" w14:textId="77CDC5FA" w:rsidR="00E9697F" w:rsidRPr="00804087" w:rsidRDefault="00E9697F" w:rsidP="00AC587D">
      <w:pPr>
        <w:widowControl w:val="0"/>
        <w:suppressAutoHyphens/>
        <w:jc w:val="center"/>
        <w:rPr>
          <w:color w:val="000000"/>
          <w:szCs w:val="24"/>
          <w:lang w:eastAsia="lt-LT"/>
        </w:rPr>
      </w:pPr>
      <w:r w:rsidRPr="00804087">
        <w:rPr>
          <w:color w:val="000000"/>
          <w:szCs w:val="24"/>
          <w:lang w:eastAsia="lt-LT"/>
        </w:rPr>
        <w:t>__________________________________________________________________,</w:t>
      </w:r>
    </w:p>
    <w:p w14:paraId="3912E030" w14:textId="77777777" w:rsidR="00E9697F" w:rsidRPr="00804087" w:rsidRDefault="00E9697F" w:rsidP="00E9697F">
      <w:pPr>
        <w:widowControl w:val="0"/>
        <w:suppressAutoHyphens/>
        <w:rPr>
          <w:color w:val="000000"/>
          <w:szCs w:val="24"/>
          <w:lang w:eastAsia="lt-LT"/>
        </w:rPr>
      </w:pPr>
      <w:r w:rsidRPr="00804087">
        <w:rPr>
          <w:color w:val="000000"/>
          <w:szCs w:val="24"/>
          <w:lang w:eastAsia="lt-LT"/>
        </w:rPr>
        <w:t xml:space="preserve">sudarytą tarp Informatikos ir ryšių departamento prie Lietuvos Respublikos vidaus reikalų ministerijos ir </w:t>
      </w:r>
    </w:p>
    <w:p w14:paraId="242F64FC" w14:textId="77777777" w:rsidR="00E9697F" w:rsidRPr="00804087" w:rsidRDefault="00E9697F" w:rsidP="00E9697F">
      <w:pPr>
        <w:widowControl w:val="0"/>
        <w:suppressAutoHyphens/>
        <w:rPr>
          <w:color w:val="000000"/>
          <w:szCs w:val="24"/>
          <w:lang w:eastAsia="lt-LT"/>
        </w:rPr>
      </w:pPr>
      <w:r w:rsidRPr="00804087">
        <w:rPr>
          <w:color w:val="000000"/>
          <w:szCs w:val="24"/>
          <w:lang w:eastAsia="lt-LT"/>
        </w:rPr>
        <w:t>_________________________________________________________________________,</w:t>
      </w:r>
    </w:p>
    <w:p w14:paraId="4941DF54" w14:textId="77777777" w:rsidR="00E9697F" w:rsidRPr="00804087" w:rsidRDefault="00E9697F" w:rsidP="00E9697F">
      <w:pPr>
        <w:widowControl w:val="0"/>
        <w:suppressAutoHyphens/>
        <w:jc w:val="center"/>
        <w:rPr>
          <w:color w:val="000000"/>
          <w:szCs w:val="24"/>
          <w:lang w:eastAsia="lt-LT"/>
        </w:rPr>
      </w:pPr>
      <w:r w:rsidRPr="00804087">
        <w:rPr>
          <w:color w:val="000000"/>
          <w:szCs w:val="24"/>
          <w:lang w:eastAsia="lt-LT"/>
        </w:rPr>
        <w:t xml:space="preserve">(sutarties šalies pavadinimas) (toliau – Sutartis), </w:t>
      </w:r>
    </w:p>
    <w:p w14:paraId="7F2173CD" w14:textId="77777777" w:rsidR="00E9697F" w:rsidRPr="00804087" w:rsidRDefault="00E9697F" w:rsidP="00E9697F">
      <w:pPr>
        <w:tabs>
          <w:tab w:val="left" w:pos="284"/>
          <w:tab w:val="left" w:pos="993"/>
        </w:tabs>
        <w:ind w:firstLine="567"/>
        <w:rPr>
          <w:szCs w:val="24"/>
        </w:rPr>
      </w:pPr>
      <w:r w:rsidRPr="00804087">
        <w:rPr>
          <w:szCs w:val="24"/>
        </w:rPr>
        <w:t>1.</w:t>
      </w:r>
      <w:r w:rsidRPr="00804087">
        <w:rPr>
          <w:szCs w:val="24"/>
        </w:rPr>
        <w:tab/>
        <w:t>Patvirtinu, kad esu susipažinęs (-</w:t>
      </w:r>
      <w:proofErr w:type="spellStart"/>
      <w:r w:rsidRPr="00804087">
        <w:rPr>
          <w:szCs w:val="24"/>
        </w:rPr>
        <w:t>usi</w:t>
      </w:r>
      <w:proofErr w:type="spellEnd"/>
      <w:r w:rsidRPr="00804087">
        <w:rPr>
          <w:szCs w:val="24"/>
        </w:rPr>
        <w:t xml:space="preserve">) su 2016 m. balandžio 27 d. Europos Parlamento ir Tarybos reglamentu (ES) 2016/679 dėl fizinių asmenų apsaugos tvarkant asmens duomenis ir dėl laisvo tokių duomenų judėjimo, ir kuriuo panaikinama Direktyva 95/46/EB (Bendruoju duomenų apsaugos reglamentu), Lietuvos Respublikos valstybės informacinių išteklių valdymo įstatymu, Lietuvos Respublikos kibernetinio saugumo įstatymu, 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w:t>
      </w:r>
      <w:r w:rsidRPr="00804087">
        <w:rPr>
          <w:szCs w:val="24"/>
        </w:rPr>
        <w:lastRenderedPageBreak/>
        <w:t>kibernetinio saugumo reikalavimus, ir įsipareigoju vykdydamas (-a) Sutartį laikytis asmens duomenų apsaugos, informacijos saugos ir kibernetinio saugumo reikalavimų.</w:t>
      </w:r>
    </w:p>
    <w:p w14:paraId="41647AF4" w14:textId="77777777" w:rsidR="00E9697F" w:rsidRPr="00804087" w:rsidRDefault="00E9697F" w:rsidP="00E9697F">
      <w:pPr>
        <w:tabs>
          <w:tab w:val="left" w:pos="284"/>
          <w:tab w:val="left" w:pos="993"/>
        </w:tabs>
        <w:ind w:firstLine="567"/>
        <w:rPr>
          <w:szCs w:val="24"/>
        </w:rPr>
      </w:pPr>
      <w:r w:rsidRPr="00804087">
        <w:rPr>
          <w:szCs w:val="24"/>
        </w:rPr>
        <w:t>2.</w:t>
      </w:r>
      <w:r w:rsidRPr="00804087">
        <w:rPr>
          <w:szCs w:val="24"/>
        </w:rPr>
        <w:tab/>
        <w:t xml:space="preserve">Pasižadu: </w:t>
      </w:r>
    </w:p>
    <w:p w14:paraId="46CDC9AB" w14:textId="77777777" w:rsidR="00E9697F" w:rsidRPr="00804087" w:rsidRDefault="00E9697F" w:rsidP="00E9697F">
      <w:pPr>
        <w:tabs>
          <w:tab w:val="left" w:pos="426"/>
          <w:tab w:val="left" w:pos="993"/>
        </w:tabs>
        <w:ind w:firstLine="567"/>
        <w:rPr>
          <w:szCs w:val="24"/>
        </w:rPr>
      </w:pPr>
      <w:r w:rsidRPr="00804087">
        <w:rPr>
          <w:szCs w:val="24"/>
        </w:rPr>
        <w:t>2.1.</w:t>
      </w:r>
      <w:r w:rsidRPr="00804087">
        <w:rPr>
          <w:szCs w:val="24"/>
        </w:rPr>
        <w:tab/>
        <w:t>nuo Sutarties pasirašymo momento saugoti ir tik Sutarties vykdymo tikslais naudoti visą su Sutartimi bei jos vykdymu susijusią informaciją, kuri man taps žinoma, taip pat dokumentus, kurie man bus perduoti ar prieinami;</w:t>
      </w:r>
    </w:p>
    <w:p w14:paraId="5FBE7598" w14:textId="77777777" w:rsidR="00E9697F" w:rsidRPr="00804087" w:rsidRDefault="00E9697F" w:rsidP="00E9697F">
      <w:pPr>
        <w:tabs>
          <w:tab w:val="left" w:pos="426"/>
          <w:tab w:val="left" w:pos="993"/>
        </w:tabs>
        <w:ind w:firstLine="567"/>
        <w:rPr>
          <w:szCs w:val="24"/>
        </w:rPr>
      </w:pPr>
      <w:r w:rsidRPr="00804087">
        <w:rPr>
          <w:szCs w:val="24"/>
        </w:rPr>
        <w:t>2.2.</w:t>
      </w:r>
      <w:r w:rsidRPr="00804087">
        <w:rPr>
          <w:szCs w:val="24"/>
        </w:rPr>
        <w:tab/>
        <w:t>užtikrinti iš Informatikos ir ryšių departamento prie Lietuvos Respublikos vidaus reikalų ministerijos gautų informacijos ir dokumentų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p>
    <w:p w14:paraId="28B22535" w14:textId="77777777" w:rsidR="00E9697F" w:rsidRPr="00804087" w:rsidRDefault="00E9697F" w:rsidP="00E9697F">
      <w:pPr>
        <w:tabs>
          <w:tab w:val="left" w:pos="426"/>
          <w:tab w:val="left" w:pos="993"/>
        </w:tabs>
        <w:ind w:firstLine="567"/>
        <w:rPr>
          <w:szCs w:val="24"/>
        </w:rPr>
      </w:pPr>
      <w:r w:rsidRPr="00804087">
        <w:rPr>
          <w:szCs w:val="24"/>
        </w:rPr>
        <w:t>2.3.</w:t>
      </w:r>
      <w:r w:rsidRPr="00804087">
        <w:rPr>
          <w:szCs w:val="24"/>
        </w:rPr>
        <w:tab/>
        <w:t xml:space="preserve">visus man patikėtus dokumentus ir informaciją saugoti tokiu būdu, kad tretieji asmenys neturėtų galimybės su jais susipažinti ar pasinaudoti; </w:t>
      </w:r>
    </w:p>
    <w:p w14:paraId="554A25B0" w14:textId="77777777" w:rsidR="00E9697F" w:rsidRPr="00804087" w:rsidRDefault="00E9697F" w:rsidP="00E9697F">
      <w:pPr>
        <w:tabs>
          <w:tab w:val="left" w:pos="426"/>
          <w:tab w:val="left" w:pos="993"/>
        </w:tabs>
        <w:ind w:firstLine="567"/>
        <w:rPr>
          <w:szCs w:val="24"/>
        </w:rPr>
      </w:pPr>
      <w:r w:rsidRPr="00804087">
        <w:rPr>
          <w:szCs w:val="24"/>
        </w:rPr>
        <w:t>2.4.</w:t>
      </w:r>
      <w:r w:rsidRPr="00804087">
        <w:rPr>
          <w:szCs w:val="24"/>
        </w:rPr>
        <w:tab/>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1894BD10" w14:textId="77777777" w:rsidR="00E9697F" w:rsidRPr="00804087" w:rsidRDefault="00E9697F" w:rsidP="00E9697F">
      <w:pPr>
        <w:tabs>
          <w:tab w:val="left" w:pos="426"/>
          <w:tab w:val="left" w:pos="993"/>
        </w:tabs>
        <w:ind w:firstLine="567"/>
        <w:rPr>
          <w:szCs w:val="24"/>
        </w:rPr>
      </w:pPr>
      <w:r w:rsidRPr="00804087">
        <w:rPr>
          <w:szCs w:val="24"/>
        </w:rPr>
        <w:t>2.5.</w:t>
      </w:r>
      <w:r w:rsidRPr="00804087">
        <w:rPr>
          <w:szCs w:val="24"/>
        </w:rPr>
        <w:tab/>
        <w:t>laikytis konfidencialumo įsipareigojimų, nurodytų 2.1–2.4 papunkčiuose, Sutarties vykdymo metu ir Sutarčiai pasibaigus, ją nutraukus, taip pat pasikeitus ar nutrūkus mano darbo santykiams.</w:t>
      </w:r>
    </w:p>
    <w:p w14:paraId="1D25C669" w14:textId="77777777" w:rsidR="00E9697F" w:rsidRPr="00804087" w:rsidRDefault="00E9697F" w:rsidP="00E9697F">
      <w:pPr>
        <w:tabs>
          <w:tab w:val="left" w:pos="284"/>
          <w:tab w:val="left" w:pos="993"/>
        </w:tabs>
        <w:ind w:firstLine="567"/>
        <w:rPr>
          <w:szCs w:val="24"/>
        </w:rPr>
      </w:pPr>
      <w:r w:rsidRPr="00804087">
        <w:rPr>
          <w:szCs w:val="24"/>
        </w:rPr>
        <w:t>3.</w:t>
      </w:r>
      <w:r w:rsidRPr="00804087">
        <w:rPr>
          <w:szCs w:val="24"/>
        </w:rPr>
        <w:tab/>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4D397B71" w14:textId="77777777" w:rsidR="00E9697F" w:rsidRPr="00804087" w:rsidRDefault="00E9697F" w:rsidP="00E9697F">
      <w:pPr>
        <w:tabs>
          <w:tab w:val="left" w:pos="284"/>
          <w:tab w:val="left" w:pos="993"/>
        </w:tabs>
        <w:ind w:firstLine="567"/>
        <w:rPr>
          <w:szCs w:val="24"/>
        </w:rPr>
      </w:pPr>
      <w:r w:rsidRPr="00804087">
        <w:rPr>
          <w:szCs w:val="24"/>
        </w:rPr>
        <w:t>4.</w:t>
      </w:r>
      <w:r w:rsidRPr="00804087">
        <w:rPr>
          <w:szCs w:val="24"/>
        </w:rPr>
        <w:tab/>
        <w:t>Esu įspėtas (-a), kad:</w:t>
      </w:r>
    </w:p>
    <w:p w14:paraId="31417AF7" w14:textId="77777777" w:rsidR="00E9697F" w:rsidRPr="00804087" w:rsidRDefault="00E9697F" w:rsidP="00E9697F">
      <w:pPr>
        <w:tabs>
          <w:tab w:val="left" w:pos="426"/>
          <w:tab w:val="left" w:pos="993"/>
        </w:tabs>
        <w:ind w:firstLine="567"/>
        <w:rPr>
          <w:szCs w:val="24"/>
        </w:rPr>
      </w:pPr>
      <w:r w:rsidRPr="00804087">
        <w:rPr>
          <w:szCs w:val="24"/>
        </w:rPr>
        <w:t>4.1.</w:t>
      </w:r>
      <w:r w:rsidRPr="00804087">
        <w:rPr>
          <w:szCs w:val="24"/>
        </w:rPr>
        <w:tab/>
        <w:t>šis pasižadėjimas galios neterminuotą laiką;</w:t>
      </w:r>
    </w:p>
    <w:p w14:paraId="38171233" w14:textId="77777777" w:rsidR="00E9697F" w:rsidRPr="00804087" w:rsidRDefault="00E9697F" w:rsidP="00E9697F">
      <w:pPr>
        <w:tabs>
          <w:tab w:val="left" w:pos="426"/>
          <w:tab w:val="left" w:pos="993"/>
        </w:tabs>
        <w:ind w:firstLine="567"/>
        <w:rPr>
          <w:szCs w:val="24"/>
        </w:rPr>
      </w:pPr>
      <w:r w:rsidRPr="00804087">
        <w:rPr>
          <w:szCs w:val="24"/>
        </w:rPr>
        <w:t>4.2.</w:t>
      </w:r>
      <w:r w:rsidRPr="00804087">
        <w:rPr>
          <w:szCs w:val="24"/>
        </w:rPr>
        <w:tab/>
        <w:t>su Sutartimi ir jos vykdymu susijusią informaciją, kuri man taps žinoma, bei dokumentus galėsiu atskleisti tik Lietuvos Respublikos įstatymų nustatytais atvejais;</w:t>
      </w:r>
    </w:p>
    <w:p w14:paraId="7A438B5D" w14:textId="24FD41C5" w:rsidR="00E9697F" w:rsidRPr="00AC587D" w:rsidRDefault="00E9697F" w:rsidP="00AC587D">
      <w:pPr>
        <w:tabs>
          <w:tab w:val="left" w:pos="426"/>
          <w:tab w:val="left" w:pos="993"/>
        </w:tabs>
        <w:ind w:firstLine="567"/>
        <w:rPr>
          <w:szCs w:val="24"/>
        </w:rPr>
      </w:pPr>
      <w:r w:rsidRPr="00804087">
        <w:rPr>
          <w:szCs w:val="24"/>
        </w:rPr>
        <w:t>4.3.</w:t>
      </w:r>
      <w:r w:rsidRPr="00804087">
        <w:rPr>
          <w:szCs w:val="24"/>
        </w:rPr>
        <w:tab/>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0C4669F9" w14:textId="77777777" w:rsidR="00E9697F" w:rsidRPr="00804087" w:rsidRDefault="00E9697F" w:rsidP="00E9697F">
      <w:pPr>
        <w:rPr>
          <w:szCs w:val="24"/>
        </w:rPr>
      </w:pPr>
      <w:r w:rsidRPr="00804087">
        <w:rPr>
          <w:szCs w:val="24"/>
        </w:rPr>
        <w:t>_________________________</w:t>
      </w:r>
      <w:r w:rsidRPr="00804087">
        <w:rPr>
          <w:szCs w:val="24"/>
        </w:rPr>
        <w:tab/>
        <w:t xml:space="preserve">              ______________________</w:t>
      </w:r>
    </w:p>
    <w:p w14:paraId="045C1A40" w14:textId="77777777" w:rsidR="00E9697F" w:rsidRPr="00804087" w:rsidRDefault="00E9697F" w:rsidP="00E9697F">
      <w:pPr>
        <w:ind w:left="426" w:firstLine="720"/>
        <w:rPr>
          <w:szCs w:val="24"/>
        </w:rPr>
      </w:pPr>
      <w:r w:rsidRPr="00804087">
        <w:rPr>
          <w:szCs w:val="24"/>
        </w:rPr>
        <w:t>(parašas)</w:t>
      </w:r>
      <w:r w:rsidRPr="00804087">
        <w:rPr>
          <w:szCs w:val="24"/>
        </w:rPr>
        <w:tab/>
      </w:r>
      <w:r w:rsidRPr="00804087">
        <w:rPr>
          <w:szCs w:val="24"/>
        </w:rPr>
        <w:tab/>
      </w:r>
      <w:r w:rsidRPr="00804087">
        <w:rPr>
          <w:szCs w:val="24"/>
        </w:rPr>
        <w:tab/>
        <w:t>(vardas, pavardė)</w:t>
      </w:r>
    </w:p>
    <w:tbl>
      <w:tblPr>
        <w:tblW w:w="9474" w:type="dxa"/>
        <w:tblInd w:w="165" w:type="dxa"/>
        <w:tblLook w:val="04A0" w:firstRow="1" w:lastRow="0" w:firstColumn="1" w:lastColumn="0" w:noHBand="0" w:noVBand="1"/>
      </w:tblPr>
      <w:tblGrid>
        <w:gridCol w:w="4479"/>
        <w:gridCol w:w="426"/>
        <w:gridCol w:w="4569"/>
      </w:tblGrid>
      <w:tr w:rsidR="00AC587D" w:rsidRPr="00B26907" w14:paraId="6FD785CD" w14:textId="77777777" w:rsidTr="0013352F">
        <w:trPr>
          <w:trHeight w:val="993"/>
        </w:trPr>
        <w:tc>
          <w:tcPr>
            <w:tcW w:w="4479" w:type="dxa"/>
          </w:tcPr>
          <w:p w14:paraId="17794CA2" w14:textId="77777777" w:rsidR="00AC587D" w:rsidRPr="00B26907" w:rsidRDefault="00AC587D"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rPr>
            </w:pPr>
          </w:p>
          <w:p w14:paraId="237DAA69" w14:textId="77777777" w:rsidR="00AC587D" w:rsidRPr="00B26907" w:rsidRDefault="00AC587D"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rPr>
            </w:pPr>
            <w:r w:rsidRPr="00B26907">
              <w:rPr>
                <w:rFonts w:ascii="Times New Roman" w:eastAsia="Times New Roman" w:hAnsi="Times New Roman" w:cs="Times New Roman"/>
                <w:b/>
                <w:sz w:val="24"/>
                <w:szCs w:val="20"/>
              </w:rPr>
              <w:t>PIRKĖJAS</w:t>
            </w:r>
          </w:p>
          <w:p w14:paraId="26FF4388" w14:textId="77777777" w:rsidR="00AC587D" w:rsidRPr="00B26907" w:rsidRDefault="00AC587D"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sz w:val="24"/>
                <w:szCs w:val="20"/>
              </w:rPr>
            </w:pPr>
          </w:p>
          <w:p w14:paraId="29CE7387" w14:textId="77777777" w:rsidR="00AC587D" w:rsidRPr="00B26907" w:rsidRDefault="00AC587D"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rPr>
            </w:pPr>
            <w:r w:rsidRPr="00B26907">
              <w:rPr>
                <w:rFonts w:ascii="Times New Roman" w:eastAsia="Times New Roman" w:hAnsi="Times New Roman" w:cs="Times New Roman"/>
                <w:b/>
                <w:sz w:val="24"/>
                <w:szCs w:val="20"/>
              </w:rPr>
              <w:t xml:space="preserve">Informatikos ir ryšių departamentas prie Lietuvos Respublikos vidaus reikalų ministerijos </w:t>
            </w:r>
          </w:p>
          <w:p w14:paraId="7032C194" w14:textId="77777777" w:rsidR="00AC587D" w:rsidRPr="00B26907" w:rsidRDefault="00AC587D"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Cs/>
                <w:sz w:val="24"/>
                <w:szCs w:val="20"/>
              </w:rPr>
            </w:pPr>
          </w:p>
          <w:p w14:paraId="66394C2A" w14:textId="77777777" w:rsidR="00AC587D" w:rsidRPr="00B26907" w:rsidRDefault="00AC587D" w:rsidP="0013352F">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Cs/>
                <w:sz w:val="24"/>
                <w:szCs w:val="20"/>
              </w:rPr>
            </w:pPr>
            <w:r w:rsidRPr="00B26907">
              <w:rPr>
                <w:rFonts w:ascii="Times New Roman" w:eastAsia="Times New Roman" w:hAnsi="Times New Roman" w:cs="Times New Roman"/>
                <w:bCs/>
                <w:sz w:val="24"/>
                <w:szCs w:val="20"/>
              </w:rPr>
              <w:t>Direktorė</w:t>
            </w:r>
          </w:p>
          <w:p w14:paraId="3F2BDBC6"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r w:rsidRPr="00B26907">
              <w:rPr>
                <w:rFonts w:ascii="Times New Roman" w:eastAsia="Times New Roman" w:hAnsi="Times New Roman" w:cs="Times New Roman"/>
                <w:bCs/>
                <w:sz w:val="24"/>
                <w:szCs w:val="20"/>
              </w:rPr>
              <w:t>Viktorija Rūkštelė</w:t>
            </w:r>
          </w:p>
        </w:tc>
        <w:tc>
          <w:tcPr>
            <w:tcW w:w="426" w:type="dxa"/>
          </w:tcPr>
          <w:p w14:paraId="109AFFB8"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rPr>
            </w:pPr>
          </w:p>
        </w:tc>
        <w:tc>
          <w:tcPr>
            <w:tcW w:w="4569" w:type="dxa"/>
          </w:tcPr>
          <w:p w14:paraId="2550DF95"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rPr>
            </w:pPr>
          </w:p>
          <w:p w14:paraId="2A9E1146"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rPr>
            </w:pPr>
            <w:r w:rsidRPr="00B26907">
              <w:rPr>
                <w:rFonts w:ascii="Times New Roman" w:eastAsia="Times New Roman" w:hAnsi="Times New Roman" w:cs="Times New Roman"/>
                <w:b/>
                <w:bCs/>
                <w:sz w:val="24"/>
                <w:szCs w:val="20"/>
              </w:rPr>
              <w:t>TIEKĖJAS</w:t>
            </w:r>
          </w:p>
          <w:p w14:paraId="0D098279"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sz w:val="24"/>
                <w:szCs w:val="20"/>
              </w:rPr>
            </w:pPr>
          </w:p>
          <w:p w14:paraId="40DF1FD8"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b/>
                <w:bCs/>
                <w:sz w:val="24"/>
                <w:szCs w:val="20"/>
              </w:rPr>
              <w:t>UAB „</w:t>
            </w:r>
            <w:proofErr w:type="spellStart"/>
            <w:r>
              <w:rPr>
                <w:rFonts w:ascii="Times New Roman" w:eastAsia="Times New Roman" w:hAnsi="Times New Roman" w:cs="Times New Roman"/>
                <w:b/>
                <w:bCs/>
                <w:sz w:val="24"/>
                <w:szCs w:val="20"/>
              </w:rPr>
              <w:t>Insoft</w:t>
            </w:r>
            <w:proofErr w:type="spellEnd"/>
            <w:r>
              <w:rPr>
                <w:rFonts w:ascii="Times New Roman" w:eastAsia="Times New Roman" w:hAnsi="Times New Roman" w:cs="Times New Roman"/>
                <w:b/>
                <w:bCs/>
                <w:sz w:val="24"/>
                <w:szCs w:val="20"/>
              </w:rPr>
              <w:t>“</w:t>
            </w:r>
          </w:p>
          <w:p w14:paraId="4AD56AAC"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p>
          <w:p w14:paraId="786A3414"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p>
          <w:p w14:paraId="1D5CDD2D"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p>
          <w:p w14:paraId="0E9DCF35"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Di</w:t>
            </w:r>
            <w:r w:rsidRPr="00B26907">
              <w:rPr>
                <w:rFonts w:ascii="Times New Roman" w:eastAsia="Times New Roman" w:hAnsi="Times New Roman" w:cs="Times New Roman"/>
                <w:sz w:val="24"/>
                <w:szCs w:val="20"/>
              </w:rPr>
              <w:t xml:space="preserve">rektorius </w:t>
            </w:r>
          </w:p>
          <w:p w14:paraId="5722DF25" w14:textId="77777777" w:rsidR="00AC587D" w:rsidRPr="00B26907" w:rsidRDefault="00AC587D" w:rsidP="0013352F">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rPr>
            </w:pPr>
            <w:r w:rsidRPr="00B26907">
              <w:rPr>
                <w:rFonts w:ascii="Times New Roman" w:eastAsia="Times New Roman" w:hAnsi="Times New Roman" w:cs="Times New Roman"/>
                <w:sz w:val="24"/>
                <w:szCs w:val="20"/>
              </w:rPr>
              <w:t>Mindaugas Mikulėnas</w:t>
            </w:r>
          </w:p>
        </w:tc>
      </w:tr>
    </w:tbl>
    <w:p w14:paraId="47D6DC63" w14:textId="77777777" w:rsidR="00F64268" w:rsidRPr="00D273B5" w:rsidRDefault="00F64268" w:rsidP="00556361">
      <w:pPr>
        <w:spacing w:before="60" w:after="60" w:line="240" w:lineRule="auto"/>
        <w:rPr>
          <w:rFonts w:ascii="Calibri Light" w:hAnsi="Calibri Light" w:cs="Calibri Light"/>
        </w:rPr>
      </w:pPr>
    </w:p>
    <w:sectPr w:rsidR="00F64268" w:rsidRPr="00D273B5" w:rsidSect="008A18D5">
      <w:headerReference w:type="default" r:id="rId11"/>
      <w:footerReference w:type="default" r:id="rId12"/>
      <w:pgSz w:w="11907" w:h="16839" w:code="9"/>
      <w:pgMar w:top="1134" w:right="567" w:bottom="1134" w:left="1701" w:header="567" w:footer="567"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307AC6" w14:textId="77777777" w:rsidR="00925124" w:rsidRPr="00804087" w:rsidRDefault="00925124">
      <w:pPr>
        <w:spacing w:after="0" w:line="240" w:lineRule="auto"/>
      </w:pPr>
      <w:r w:rsidRPr="00804087">
        <w:separator/>
      </w:r>
    </w:p>
  </w:endnote>
  <w:endnote w:type="continuationSeparator" w:id="0">
    <w:p w14:paraId="0F1CBD09" w14:textId="77777777" w:rsidR="00925124" w:rsidRPr="00804087" w:rsidRDefault="00925124">
      <w:pPr>
        <w:spacing w:after="0" w:line="240" w:lineRule="auto"/>
      </w:pPr>
      <w:r w:rsidRPr="00804087">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 New Roman Bold">
    <w:panose1 w:val="02020803070505020304"/>
    <w:charset w:val="00"/>
    <w:family w:val="roman"/>
    <w:notTrueType/>
    <w:pitch w:val="default"/>
  </w:font>
  <w:font w:name="DokChampa">
    <w:charset w:val="DE"/>
    <w:family w:val="swiss"/>
    <w:pitch w:val="variable"/>
    <w:sig w:usb0="83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58F85D" w14:textId="6C2D1749" w:rsidR="0098026F" w:rsidRPr="00804087" w:rsidRDefault="0098026F" w:rsidP="00AC587D">
    <w:pPr>
      <w:pStyle w:val="Porat"/>
      <w:ind w:left="0" w:right="-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FDD0CF" w14:textId="77777777" w:rsidR="00925124" w:rsidRPr="00804087" w:rsidRDefault="00925124">
      <w:pPr>
        <w:spacing w:after="0" w:line="240" w:lineRule="auto"/>
      </w:pPr>
      <w:r w:rsidRPr="00804087">
        <w:separator/>
      </w:r>
    </w:p>
  </w:footnote>
  <w:footnote w:type="continuationSeparator" w:id="0">
    <w:p w14:paraId="179DCA97" w14:textId="77777777" w:rsidR="00925124" w:rsidRPr="00804087" w:rsidRDefault="00925124">
      <w:pPr>
        <w:spacing w:after="0" w:line="240" w:lineRule="auto"/>
      </w:pPr>
      <w:r w:rsidRPr="00804087">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6641605"/>
      <w:docPartObj>
        <w:docPartGallery w:val="Page Numbers (Top of Page)"/>
        <w:docPartUnique/>
      </w:docPartObj>
    </w:sdtPr>
    <w:sdtEndPr>
      <w:rPr>
        <w:noProof/>
      </w:rPr>
    </w:sdtEndPr>
    <w:sdtContent>
      <w:p w14:paraId="2810106A" w14:textId="0A18A32A" w:rsidR="0044499E" w:rsidRDefault="0044499E">
        <w:pPr>
          <w:pStyle w:val="Antrats"/>
          <w:jc w:val="center"/>
        </w:pPr>
        <w:r>
          <w:fldChar w:fldCharType="begin"/>
        </w:r>
        <w:r>
          <w:instrText xml:space="preserve"> PAGE   \* MERGEFORMAT </w:instrText>
        </w:r>
        <w:r>
          <w:fldChar w:fldCharType="separate"/>
        </w:r>
        <w:r>
          <w:rPr>
            <w:noProof/>
          </w:rPr>
          <w:t>2</w:t>
        </w:r>
        <w:r>
          <w:rPr>
            <w:noProof/>
          </w:rPr>
          <w:fldChar w:fldCharType="end"/>
        </w:r>
      </w:p>
    </w:sdtContent>
  </w:sdt>
  <w:p w14:paraId="6DDA5921" w14:textId="77777777" w:rsidR="0044499E" w:rsidRDefault="0044499E">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7" w15:restartNumberingAfterBreak="0">
    <w:nsid w:val="15370109"/>
    <w:multiLevelType w:val="multilevel"/>
    <w:tmpl w:val="E0BAF2D4"/>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1"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14"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16" w15:restartNumberingAfterBreak="0">
    <w:nsid w:val="5FE657F0"/>
    <w:multiLevelType w:val="hybridMultilevel"/>
    <w:tmpl w:val="84DC6B46"/>
    <w:lvl w:ilvl="0" w:tplc="F434145C">
      <w:start w:val="1"/>
      <w:numFmt w:val="upperRoman"/>
      <w:pStyle w:val="Skyriauspavadinimas"/>
      <w:lvlText w:val="%1."/>
      <w:lvlJc w:val="left"/>
      <w:pPr>
        <w:tabs>
          <w:tab w:val="num" w:pos="510"/>
        </w:tabs>
        <w:ind w:left="0" w:firstLine="0"/>
      </w:pPr>
      <w:rPr>
        <w:rFonts w:hint="default"/>
      </w:rPr>
    </w:lvl>
    <w:lvl w:ilvl="1" w:tplc="FFFFFFFF">
      <w:start w:val="1"/>
      <w:numFmt w:val="lowerLetter"/>
      <w:lvlText w:val="%2."/>
      <w:lvlJc w:val="left"/>
      <w:pPr>
        <w:tabs>
          <w:tab w:val="num" w:pos="2466"/>
        </w:tabs>
        <w:ind w:left="2466" w:hanging="360"/>
      </w:pPr>
    </w:lvl>
    <w:lvl w:ilvl="2" w:tplc="FFFFFFFF">
      <w:start w:val="1"/>
      <w:numFmt w:val="lowerRoman"/>
      <w:lvlText w:val="%3."/>
      <w:lvlJc w:val="right"/>
      <w:pPr>
        <w:tabs>
          <w:tab w:val="num" w:pos="3186"/>
        </w:tabs>
        <w:ind w:left="3186" w:hanging="180"/>
      </w:pPr>
    </w:lvl>
    <w:lvl w:ilvl="3" w:tplc="FFFFFFFF" w:tentative="1">
      <w:start w:val="1"/>
      <w:numFmt w:val="decimal"/>
      <w:lvlText w:val="%4."/>
      <w:lvlJc w:val="left"/>
      <w:pPr>
        <w:tabs>
          <w:tab w:val="num" w:pos="3906"/>
        </w:tabs>
        <w:ind w:left="3906" w:hanging="360"/>
      </w:pPr>
    </w:lvl>
    <w:lvl w:ilvl="4" w:tplc="FFFFFFFF" w:tentative="1">
      <w:start w:val="1"/>
      <w:numFmt w:val="lowerLetter"/>
      <w:lvlText w:val="%5."/>
      <w:lvlJc w:val="left"/>
      <w:pPr>
        <w:tabs>
          <w:tab w:val="num" w:pos="4626"/>
        </w:tabs>
        <w:ind w:left="4626" w:hanging="360"/>
      </w:pPr>
    </w:lvl>
    <w:lvl w:ilvl="5" w:tplc="FFFFFFFF" w:tentative="1">
      <w:start w:val="1"/>
      <w:numFmt w:val="lowerRoman"/>
      <w:lvlText w:val="%6."/>
      <w:lvlJc w:val="right"/>
      <w:pPr>
        <w:tabs>
          <w:tab w:val="num" w:pos="5346"/>
        </w:tabs>
        <w:ind w:left="5346" w:hanging="180"/>
      </w:pPr>
    </w:lvl>
    <w:lvl w:ilvl="6" w:tplc="FFFFFFFF" w:tentative="1">
      <w:start w:val="1"/>
      <w:numFmt w:val="decimal"/>
      <w:lvlText w:val="%7."/>
      <w:lvlJc w:val="left"/>
      <w:pPr>
        <w:tabs>
          <w:tab w:val="num" w:pos="6066"/>
        </w:tabs>
        <w:ind w:left="6066" w:hanging="360"/>
      </w:pPr>
    </w:lvl>
    <w:lvl w:ilvl="7" w:tplc="FFFFFFFF" w:tentative="1">
      <w:start w:val="1"/>
      <w:numFmt w:val="lowerLetter"/>
      <w:lvlText w:val="%8."/>
      <w:lvlJc w:val="left"/>
      <w:pPr>
        <w:tabs>
          <w:tab w:val="num" w:pos="6786"/>
        </w:tabs>
        <w:ind w:left="6786" w:hanging="360"/>
      </w:pPr>
    </w:lvl>
    <w:lvl w:ilvl="8" w:tplc="FFFFFFFF" w:tentative="1">
      <w:start w:val="1"/>
      <w:numFmt w:val="lowerRoman"/>
      <w:lvlText w:val="%9."/>
      <w:lvlJc w:val="right"/>
      <w:pPr>
        <w:tabs>
          <w:tab w:val="num" w:pos="7506"/>
        </w:tabs>
        <w:ind w:left="7506" w:hanging="180"/>
      </w:pPr>
    </w:lvl>
  </w:abstractNum>
  <w:abstractNum w:abstractNumId="17"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0"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21"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D505B75"/>
    <w:multiLevelType w:val="multilevel"/>
    <w:tmpl w:val="0004FF6C"/>
    <w:lvl w:ilvl="0">
      <w:start w:val="1"/>
      <w:numFmt w:val="decimal"/>
      <w:lvlText w:val="3.1.%1."/>
      <w:lvlJc w:val="left"/>
      <w:pPr>
        <w:ind w:left="0" w:firstLine="0"/>
      </w:pPr>
      <w:rPr>
        <w:rFonts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24"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25"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26"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num w:numId="1" w16cid:durableId="2142458738">
    <w:abstractNumId w:val="4"/>
  </w:num>
  <w:num w:numId="2" w16cid:durableId="407730059">
    <w:abstractNumId w:val="3"/>
  </w:num>
  <w:num w:numId="3" w16cid:durableId="1375621561">
    <w:abstractNumId w:val="2"/>
  </w:num>
  <w:num w:numId="4" w16cid:durableId="1417435371">
    <w:abstractNumId w:val="1"/>
  </w:num>
  <w:num w:numId="5" w16cid:durableId="1520391572">
    <w:abstractNumId w:val="0"/>
  </w:num>
  <w:num w:numId="6" w16cid:durableId="1684286655">
    <w:abstractNumId w:val="8"/>
  </w:num>
  <w:num w:numId="7" w16cid:durableId="895240506">
    <w:abstractNumId w:val="11"/>
  </w:num>
  <w:num w:numId="8" w16cid:durableId="389960473">
    <w:abstractNumId w:val="25"/>
  </w:num>
  <w:num w:numId="9" w16cid:durableId="526404920">
    <w:abstractNumId w:val="12"/>
  </w:num>
  <w:num w:numId="10" w16cid:durableId="2105221303">
    <w:abstractNumId w:val="6"/>
  </w:num>
  <w:num w:numId="11" w16cid:durableId="1134786011">
    <w:abstractNumId w:val="9"/>
  </w:num>
  <w:num w:numId="12" w16cid:durableId="2018339086">
    <w:abstractNumId w:val="21"/>
  </w:num>
  <w:num w:numId="13" w16cid:durableId="2111124917">
    <w:abstractNumId w:val="10"/>
  </w:num>
  <w:num w:numId="14" w16cid:durableId="1630473600">
    <w:abstractNumId w:val="20"/>
  </w:num>
  <w:num w:numId="15" w16cid:durableId="808790298">
    <w:abstractNumId w:val="15"/>
  </w:num>
  <w:num w:numId="16" w16cid:durableId="1294367767">
    <w:abstractNumId w:val="23"/>
  </w:num>
  <w:num w:numId="17" w16cid:durableId="619267217">
    <w:abstractNumId w:val="18"/>
  </w:num>
  <w:num w:numId="18" w16cid:durableId="771702242">
    <w:abstractNumId w:val="22"/>
  </w:num>
  <w:num w:numId="19" w16cid:durableId="1504082620">
    <w:abstractNumId w:val="5"/>
  </w:num>
  <w:num w:numId="20" w16cid:durableId="551623491">
    <w:abstractNumId w:val="16"/>
  </w:num>
  <w:num w:numId="21" w16cid:durableId="1588463240">
    <w:abstractNumId w:val="19"/>
  </w:num>
  <w:num w:numId="22" w16cid:durableId="322705210">
    <w:abstractNumId w:val="13"/>
  </w:num>
  <w:num w:numId="23" w16cid:durableId="809057716">
    <w:abstractNumId w:val="26"/>
  </w:num>
  <w:num w:numId="24" w16cid:durableId="1221674124">
    <w:abstractNumId w:val="24"/>
  </w:num>
  <w:num w:numId="25" w16cid:durableId="1466464794">
    <w:abstractNumId w:val="1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98725364">
    <w:abstractNumId w:val="7"/>
  </w:num>
  <w:num w:numId="27" w16cid:durableId="1503423608">
    <w:abstractNumId w:val="17"/>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proofState w:spelling="clean" w:grammar="clean"/>
  <w:attachedTemplate r:id="rId1"/>
  <w:trackRevisions/>
  <w:defaultTabStop w:val="0"/>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2F38"/>
    <w:rsid w:val="000039A5"/>
    <w:rsid w:val="000043D1"/>
    <w:rsid w:val="000050A5"/>
    <w:rsid w:val="00005EA6"/>
    <w:rsid w:val="00011C23"/>
    <w:rsid w:val="000204A6"/>
    <w:rsid w:val="00026A54"/>
    <w:rsid w:val="000270ED"/>
    <w:rsid w:val="00032092"/>
    <w:rsid w:val="0003366F"/>
    <w:rsid w:val="0003446B"/>
    <w:rsid w:val="00036DBB"/>
    <w:rsid w:val="00037185"/>
    <w:rsid w:val="000374AC"/>
    <w:rsid w:val="00040DAD"/>
    <w:rsid w:val="00041E3C"/>
    <w:rsid w:val="0004269F"/>
    <w:rsid w:val="00044289"/>
    <w:rsid w:val="00045F8C"/>
    <w:rsid w:val="0004685E"/>
    <w:rsid w:val="000533B6"/>
    <w:rsid w:val="00053743"/>
    <w:rsid w:val="00055EEA"/>
    <w:rsid w:val="0005633C"/>
    <w:rsid w:val="00061076"/>
    <w:rsid w:val="00065506"/>
    <w:rsid w:val="0007339C"/>
    <w:rsid w:val="00076880"/>
    <w:rsid w:val="000777D3"/>
    <w:rsid w:val="00077819"/>
    <w:rsid w:val="00077F4E"/>
    <w:rsid w:val="00080339"/>
    <w:rsid w:val="00084465"/>
    <w:rsid w:val="00084F44"/>
    <w:rsid w:val="00092518"/>
    <w:rsid w:val="00097241"/>
    <w:rsid w:val="00097560"/>
    <w:rsid w:val="000A0A83"/>
    <w:rsid w:val="000A1D19"/>
    <w:rsid w:val="000A23D3"/>
    <w:rsid w:val="000A61E0"/>
    <w:rsid w:val="000B0A6A"/>
    <w:rsid w:val="000B1A6F"/>
    <w:rsid w:val="000B2D98"/>
    <w:rsid w:val="000C1CDC"/>
    <w:rsid w:val="000C2337"/>
    <w:rsid w:val="000D0B5B"/>
    <w:rsid w:val="000D0C23"/>
    <w:rsid w:val="000D122A"/>
    <w:rsid w:val="000D1801"/>
    <w:rsid w:val="000D610B"/>
    <w:rsid w:val="000E181D"/>
    <w:rsid w:val="000E1906"/>
    <w:rsid w:val="000E416B"/>
    <w:rsid w:val="000F1151"/>
    <w:rsid w:val="000F33C7"/>
    <w:rsid w:val="000F4D3D"/>
    <w:rsid w:val="000F554D"/>
    <w:rsid w:val="000F5D57"/>
    <w:rsid w:val="000F6B0B"/>
    <w:rsid w:val="001038C5"/>
    <w:rsid w:val="00103A07"/>
    <w:rsid w:val="001129AC"/>
    <w:rsid w:val="00113927"/>
    <w:rsid w:val="00115DE0"/>
    <w:rsid w:val="00131595"/>
    <w:rsid w:val="0013231E"/>
    <w:rsid w:val="001328BA"/>
    <w:rsid w:val="00143174"/>
    <w:rsid w:val="0014465A"/>
    <w:rsid w:val="001458F5"/>
    <w:rsid w:val="0015224A"/>
    <w:rsid w:val="00152EDB"/>
    <w:rsid w:val="00153F22"/>
    <w:rsid w:val="0015696B"/>
    <w:rsid w:val="0016225E"/>
    <w:rsid w:val="00165468"/>
    <w:rsid w:val="00171C82"/>
    <w:rsid w:val="00172729"/>
    <w:rsid w:val="00172C17"/>
    <w:rsid w:val="00183D31"/>
    <w:rsid w:val="00185D52"/>
    <w:rsid w:val="00185F21"/>
    <w:rsid w:val="00192838"/>
    <w:rsid w:val="00193AEA"/>
    <w:rsid w:val="00194EA9"/>
    <w:rsid w:val="001963C3"/>
    <w:rsid w:val="001A0AC6"/>
    <w:rsid w:val="001A3652"/>
    <w:rsid w:val="001A47C7"/>
    <w:rsid w:val="001A6565"/>
    <w:rsid w:val="001A7493"/>
    <w:rsid w:val="001B189E"/>
    <w:rsid w:val="001B7AC7"/>
    <w:rsid w:val="001B7BEB"/>
    <w:rsid w:val="001C6EA5"/>
    <w:rsid w:val="001C7F01"/>
    <w:rsid w:val="001D1EC2"/>
    <w:rsid w:val="001D26B5"/>
    <w:rsid w:val="001D273C"/>
    <w:rsid w:val="001D2CFF"/>
    <w:rsid w:val="001D32D3"/>
    <w:rsid w:val="001D7B27"/>
    <w:rsid w:val="001F0C86"/>
    <w:rsid w:val="001F335D"/>
    <w:rsid w:val="001F3F23"/>
    <w:rsid w:val="001F6330"/>
    <w:rsid w:val="0020299D"/>
    <w:rsid w:val="00203D2F"/>
    <w:rsid w:val="0020503E"/>
    <w:rsid w:val="0020542B"/>
    <w:rsid w:val="00207622"/>
    <w:rsid w:val="002101D9"/>
    <w:rsid w:val="00210D07"/>
    <w:rsid w:val="0021194A"/>
    <w:rsid w:val="00211AD7"/>
    <w:rsid w:val="00216CC3"/>
    <w:rsid w:val="0022034A"/>
    <w:rsid w:val="002253B5"/>
    <w:rsid w:val="00230BD5"/>
    <w:rsid w:val="00230C9A"/>
    <w:rsid w:val="00233A12"/>
    <w:rsid w:val="002379D0"/>
    <w:rsid w:val="00243A47"/>
    <w:rsid w:val="00250406"/>
    <w:rsid w:val="00255CAD"/>
    <w:rsid w:val="00257FC4"/>
    <w:rsid w:val="002612FC"/>
    <w:rsid w:val="00261339"/>
    <w:rsid w:val="00261B88"/>
    <w:rsid w:val="00263108"/>
    <w:rsid w:val="0026357D"/>
    <w:rsid w:val="00264DDC"/>
    <w:rsid w:val="00265809"/>
    <w:rsid w:val="002677A6"/>
    <w:rsid w:val="0027333C"/>
    <w:rsid w:val="00273CFD"/>
    <w:rsid w:val="0027754B"/>
    <w:rsid w:val="00281030"/>
    <w:rsid w:val="00281958"/>
    <w:rsid w:val="0028250F"/>
    <w:rsid w:val="00282E42"/>
    <w:rsid w:val="00285D71"/>
    <w:rsid w:val="002862F1"/>
    <w:rsid w:val="00290944"/>
    <w:rsid w:val="002912FE"/>
    <w:rsid w:val="00292FAC"/>
    <w:rsid w:val="0029701E"/>
    <w:rsid w:val="002A5ADA"/>
    <w:rsid w:val="002A626E"/>
    <w:rsid w:val="002B0C49"/>
    <w:rsid w:val="002B6296"/>
    <w:rsid w:val="002B6319"/>
    <w:rsid w:val="002B7579"/>
    <w:rsid w:val="002C25B6"/>
    <w:rsid w:val="002C3F4C"/>
    <w:rsid w:val="002C4E6E"/>
    <w:rsid w:val="002C7618"/>
    <w:rsid w:val="002C7F2C"/>
    <w:rsid w:val="002D3BC2"/>
    <w:rsid w:val="002D52B3"/>
    <w:rsid w:val="002E0350"/>
    <w:rsid w:val="002E4E8C"/>
    <w:rsid w:val="002E6EAF"/>
    <w:rsid w:val="00300559"/>
    <w:rsid w:val="00307AA9"/>
    <w:rsid w:val="003150D0"/>
    <w:rsid w:val="003155D6"/>
    <w:rsid w:val="003226E7"/>
    <w:rsid w:val="003236D0"/>
    <w:rsid w:val="0033079E"/>
    <w:rsid w:val="003310F5"/>
    <w:rsid w:val="00333AE1"/>
    <w:rsid w:val="00334A5F"/>
    <w:rsid w:val="0033550B"/>
    <w:rsid w:val="003417D8"/>
    <w:rsid w:val="00341C69"/>
    <w:rsid w:val="0034278B"/>
    <w:rsid w:val="003437A4"/>
    <w:rsid w:val="00343EDB"/>
    <w:rsid w:val="003449B9"/>
    <w:rsid w:val="00346CAC"/>
    <w:rsid w:val="003527DF"/>
    <w:rsid w:val="003552B7"/>
    <w:rsid w:val="00355B56"/>
    <w:rsid w:val="00357BD5"/>
    <w:rsid w:val="00360745"/>
    <w:rsid w:val="0036677E"/>
    <w:rsid w:val="00366BC2"/>
    <w:rsid w:val="003673D6"/>
    <w:rsid w:val="00367F36"/>
    <w:rsid w:val="00370341"/>
    <w:rsid w:val="00370773"/>
    <w:rsid w:val="003770F6"/>
    <w:rsid w:val="00381861"/>
    <w:rsid w:val="00383DA6"/>
    <w:rsid w:val="00385616"/>
    <w:rsid w:val="00386DCD"/>
    <w:rsid w:val="00396470"/>
    <w:rsid w:val="0039787C"/>
    <w:rsid w:val="003A0FE4"/>
    <w:rsid w:val="003A1596"/>
    <w:rsid w:val="003A5FC9"/>
    <w:rsid w:val="003B0B81"/>
    <w:rsid w:val="003B1609"/>
    <w:rsid w:val="003B531F"/>
    <w:rsid w:val="003C392B"/>
    <w:rsid w:val="003C60C3"/>
    <w:rsid w:val="003C6511"/>
    <w:rsid w:val="003C6B2B"/>
    <w:rsid w:val="003D0DA8"/>
    <w:rsid w:val="003D4D74"/>
    <w:rsid w:val="003D5439"/>
    <w:rsid w:val="003D61C4"/>
    <w:rsid w:val="003E207A"/>
    <w:rsid w:val="003E49D5"/>
    <w:rsid w:val="003E761A"/>
    <w:rsid w:val="003F07DC"/>
    <w:rsid w:val="003F1AC0"/>
    <w:rsid w:val="003F20DE"/>
    <w:rsid w:val="003F2E3F"/>
    <w:rsid w:val="003F379C"/>
    <w:rsid w:val="003F451D"/>
    <w:rsid w:val="003F5C62"/>
    <w:rsid w:val="003F6C42"/>
    <w:rsid w:val="00403AC9"/>
    <w:rsid w:val="00404799"/>
    <w:rsid w:val="004049BB"/>
    <w:rsid w:val="00404FDE"/>
    <w:rsid w:val="004052A0"/>
    <w:rsid w:val="004053F7"/>
    <w:rsid w:val="00412269"/>
    <w:rsid w:val="004222E8"/>
    <w:rsid w:val="0042320A"/>
    <w:rsid w:val="004240B1"/>
    <w:rsid w:val="004252BA"/>
    <w:rsid w:val="0042600F"/>
    <w:rsid w:val="00430A6E"/>
    <w:rsid w:val="00433025"/>
    <w:rsid w:val="0043781A"/>
    <w:rsid w:val="00442B45"/>
    <w:rsid w:val="00442EF5"/>
    <w:rsid w:val="00443697"/>
    <w:rsid w:val="0044499E"/>
    <w:rsid w:val="0044629C"/>
    <w:rsid w:val="0044747E"/>
    <w:rsid w:val="00447F1C"/>
    <w:rsid w:val="0045188C"/>
    <w:rsid w:val="004539C4"/>
    <w:rsid w:val="004539F4"/>
    <w:rsid w:val="00454AC2"/>
    <w:rsid w:val="004564F9"/>
    <w:rsid w:val="00462DE6"/>
    <w:rsid w:val="00466866"/>
    <w:rsid w:val="00470AB6"/>
    <w:rsid w:val="0047250A"/>
    <w:rsid w:val="0047713F"/>
    <w:rsid w:val="00480704"/>
    <w:rsid w:val="00482726"/>
    <w:rsid w:val="00483E3A"/>
    <w:rsid w:val="00484BC8"/>
    <w:rsid w:val="0048798F"/>
    <w:rsid w:val="00487CB2"/>
    <w:rsid w:val="004A2E21"/>
    <w:rsid w:val="004A2F52"/>
    <w:rsid w:val="004A33EE"/>
    <w:rsid w:val="004A51A5"/>
    <w:rsid w:val="004A5CA8"/>
    <w:rsid w:val="004B5637"/>
    <w:rsid w:val="004B5928"/>
    <w:rsid w:val="004B5E92"/>
    <w:rsid w:val="004C030D"/>
    <w:rsid w:val="004C4182"/>
    <w:rsid w:val="004D2E01"/>
    <w:rsid w:val="004D2E32"/>
    <w:rsid w:val="004D6648"/>
    <w:rsid w:val="004E1BDF"/>
    <w:rsid w:val="004E2DBF"/>
    <w:rsid w:val="004E4DC2"/>
    <w:rsid w:val="004E5655"/>
    <w:rsid w:val="004E76BD"/>
    <w:rsid w:val="004F3E30"/>
    <w:rsid w:val="0050743B"/>
    <w:rsid w:val="00511227"/>
    <w:rsid w:val="00513744"/>
    <w:rsid w:val="00515633"/>
    <w:rsid w:val="005203C5"/>
    <w:rsid w:val="00521503"/>
    <w:rsid w:val="0052639D"/>
    <w:rsid w:val="0053154C"/>
    <w:rsid w:val="005332C7"/>
    <w:rsid w:val="005359AE"/>
    <w:rsid w:val="00537D0A"/>
    <w:rsid w:val="0054393F"/>
    <w:rsid w:val="00543ABA"/>
    <w:rsid w:val="00547246"/>
    <w:rsid w:val="0055529E"/>
    <w:rsid w:val="00556361"/>
    <w:rsid w:val="005650A3"/>
    <w:rsid w:val="005676BF"/>
    <w:rsid w:val="0057366E"/>
    <w:rsid w:val="00576756"/>
    <w:rsid w:val="00577111"/>
    <w:rsid w:val="00577686"/>
    <w:rsid w:val="00580F2F"/>
    <w:rsid w:val="00583277"/>
    <w:rsid w:val="0058576B"/>
    <w:rsid w:val="00586678"/>
    <w:rsid w:val="00587AC4"/>
    <w:rsid w:val="005903A0"/>
    <w:rsid w:val="005933B8"/>
    <w:rsid w:val="00596C30"/>
    <w:rsid w:val="005976DA"/>
    <w:rsid w:val="005A2591"/>
    <w:rsid w:val="005A297B"/>
    <w:rsid w:val="005A79B7"/>
    <w:rsid w:val="005B1C22"/>
    <w:rsid w:val="005B463E"/>
    <w:rsid w:val="005C63FE"/>
    <w:rsid w:val="005D19DD"/>
    <w:rsid w:val="005D1C93"/>
    <w:rsid w:val="005D34D3"/>
    <w:rsid w:val="005D6E77"/>
    <w:rsid w:val="005E1BA9"/>
    <w:rsid w:val="005E22C9"/>
    <w:rsid w:val="005E66EA"/>
    <w:rsid w:val="005E7ED4"/>
    <w:rsid w:val="005F49E0"/>
    <w:rsid w:val="005F7F48"/>
    <w:rsid w:val="00602E4B"/>
    <w:rsid w:val="00604800"/>
    <w:rsid w:val="00616091"/>
    <w:rsid w:val="006171F1"/>
    <w:rsid w:val="0062098E"/>
    <w:rsid w:val="00621A94"/>
    <w:rsid w:val="0062688A"/>
    <w:rsid w:val="0063093F"/>
    <w:rsid w:val="00633D88"/>
    <w:rsid w:val="00635BDC"/>
    <w:rsid w:val="00637F42"/>
    <w:rsid w:val="0064005E"/>
    <w:rsid w:val="0064489F"/>
    <w:rsid w:val="00646293"/>
    <w:rsid w:val="00652ABC"/>
    <w:rsid w:val="0065692D"/>
    <w:rsid w:val="00661C4C"/>
    <w:rsid w:val="00671C08"/>
    <w:rsid w:val="0067473C"/>
    <w:rsid w:val="00685425"/>
    <w:rsid w:val="0068775C"/>
    <w:rsid w:val="00691F8E"/>
    <w:rsid w:val="00692FA5"/>
    <w:rsid w:val="006933FF"/>
    <w:rsid w:val="00693E19"/>
    <w:rsid w:val="006A2DF1"/>
    <w:rsid w:val="006A6A88"/>
    <w:rsid w:val="006B0AE3"/>
    <w:rsid w:val="006B16C5"/>
    <w:rsid w:val="006B2576"/>
    <w:rsid w:val="006B5389"/>
    <w:rsid w:val="006B5E17"/>
    <w:rsid w:val="006B79D6"/>
    <w:rsid w:val="006C070D"/>
    <w:rsid w:val="006C1E6F"/>
    <w:rsid w:val="006C24F1"/>
    <w:rsid w:val="006C2736"/>
    <w:rsid w:val="006C5BA9"/>
    <w:rsid w:val="006C785A"/>
    <w:rsid w:val="006D305F"/>
    <w:rsid w:val="006D6F6B"/>
    <w:rsid w:val="006D7411"/>
    <w:rsid w:val="006E2725"/>
    <w:rsid w:val="006E55F9"/>
    <w:rsid w:val="006F34FC"/>
    <w:rsid w:val="006F599E"/>
    <w:rsid w:val="006F5C00"/>
    <w:rsid w:val="006F7BCE"/>
    <w:rsid w:val="00707818"/>
    <w:rsid w:val="00711888"/>
    <w:rsid w:val="007245A2"/>
    <w:rsid w:val="00727C10"/>
    <w:rsid w:val="00733BB8"/>
    <w:rsid w:val="00737E6F"/>
    <w:rsid w:val="00741436"/>
    <w:rsid w:val="00742209"/>
    <w:rsid w:val="00742D94"/>
    <w:rsid w:val="00744395"/>
    <w:rsid w:val="00745276"/>
    <w:rsid w:val="00746251"/>
    <w:rsid w:val="00752758"/>
    <w:rsid w:val="0075678C"/>
    <w:rsid w:val="00763AEC"/>
    <w:rsid w:val="007640FC"/>
    <w:rsid w:val="007651CB"/>
    <w:rsid w:val="00770A2E"/>
    <w:rsid w:val="00776A3B"/>
    <w:rsid w:val="007775F5"/>
    <w:rsid w:val="00781241"/>
    <w:rsid w:val="0078138A"/>
    <w:rsid w:val="00782285"/>
    <w:rsid w:val="0078428B"/>
    <w:rsid w:val="0078613A"/>
    <w:rsid w:val="00790956"/>
    <w:rsid w:val="00790CE2"/>
    <w:rsid w:val="00791534"/>
    <w:rsid w:val="00791CCE"/>
    <w:rsid w:val="007923B2"/>
    <w:rsid w:val="00792BC7"/>
    <w:rsid w:val="00795452"/>
    <w:rsid w:val="007A087D"/>
    <w:rsid w:val="007A3F82"/>
    <w:rsid w:val="007A6859"/>
    <w:rsid w:val="007B2144"/>
    <w:rsid w:val="007B2719"/>
    <w:rsid w:val="007C1EB6"/>
    <w:rsid w:val="007C20FD"/>
    <w:rsid w:val="007C36BB"/>
    <w:rsid w:val="007C4507"/>
    <w:rsid w:val="007C46DE"/>
    <w:rsid w:val="007C57DD"/>
    <w:rsid w:val="007C58D4"/>
    <w:rsid w:val="007C6AE7"/>
    <w:rsid w:val="007D08A8"/>
    <w:rsid w:val="007D0FF3"/>
    <w:rsid w:val="007D2469"/>
    <w:rsid w:val="007D2554"/>
    <w:rsid w:val="007D2A4B"/>
    <w:rsid w:val="007D484D"/>
    <w:rsid w:val="007E41FC"/>
    <w:rsid w:val="007E6A58"/>
    <w:rsid w:val="007F04EF"/>
    <w:rsid w:val="008006F1"/>
    <w:rsid w:val="008007BC"/>
    <w:rsid w:val="00801195"/>
    <w:rsid w:val="00802CCC"/>
    <w:rsid w:val="00803307"/>
    <w:rsid w:val="00803EB6"/>
    <w:rsid w:val="00804087"/>
    <w:rsid w:val="008116BD"/>
    <w:rsid w:val="00811FE1"/>
    <w:rsid w:val="00816949"/>
    <w:rsid w:val="0082003A"/>
    <w:rsid w:val="00823761"/>
    <w:rsid w:val="00823BB4"/>
    <w:rsid w:val="00831DA6"/>
    <w:rsid w:val="008321CB"/>
    <w:rsid w:val="008321CF"/>
    <w:rsid w:val="008321E4"/>
    <w:rsid w:val="0083324D"/>
    <w:rsid w:val="0083516F"/>
    <w:rsid w:val="00841385"/>
    <w:rsid w:val="0084149F"/>
    <w:rsid w:val="008430BA"/>
    <w:rsid w:val="0084411A"/>
    <w:rsid w:val="00846AAF"/>
    <w:rsid w:val="008500E5"/>
    <w:rsid w:val="00851034"/>
    <w:rsid w:val="00851CC1"/>
    <w:rsid w:val="00854901"/>
    <w:rsid w:val="00861471"/>
    <w:rsid w:val="00862EA0"/>
    <w:rsid w:val="008645C5"/>
    <w:rsid w:val="00867A46"/>
    <w:rsid w:val="008702D5"/>
    <w:rsid w:val="00873AF1"/>
    <w:rsid w:val="00874C91"/>
    <w:rsid w:val="00875005"/>
    <w:rsid w:val="008772F7"/>
    <w:rsid w:val="008816B6"/>
    <w:rsid w:val="00883304"/>
    <w:rsid w:val="008841E0"/>
    <w:rsid w:val="00884BA9"/>
    <w:rsid w:val="0088529E"/>
    <w:rsid w:val="00890F5B"/>
    <w:rsid w:val="008921E1"/>
    <w:rsid w:val="00896B6B"/>
    <w:rsid w:val="008A18D5"/>
    <w:rsid w:val="008A3142"/>
    <w:rsid w:val="008A34DC"/>
    <w:rsid w:val="008A3CE1"/>
    <w:rsid w:val="008A7ECC"/>
    <w:rsid w:val="008B13A4"/>
    <w:rsid w:val="008B18D0"/>
    <w:rsid w:val="008B287A"/>
    <w:rsid w:val="008B680B"/>
    <w:rsid w:val="008B6DD2"/>
    <w:rsid w:val="008C2772"/>
    <w:rsid w:val="008C4306"/>
    <w:rsid w:val="008C5A26"/>
    <w:rsid w:val="008C5B23"/>
    <w:rsid w:val="008D0585"/>
    <w:rsid w:val="008D2D99"/>
    <w:rsid w:val="008D38C6"/>
    <w:rsid w:val="008D4C99"/>
    <w:rsid w:val="008E0EB4"/>
    <w:rsid w:val="008E2DBF"/>
    <w:rsid w:val="008E3A5C"/>
    <w:rsid w:val="008E4E0A"/>
    <w:rsid w:val="008F5788"/>
    <w:rsid w:val="008F579D"/>
    <w:rsid w:val="008F5855"/>
    <w:rsid w:val="008F6ECB"/>
    <w:rsid w:val="00902792"/>
    <w:rsid w:val="00902A71"/>
    <w:rsid w:val="0090316F"/>
    <w:rsid w:val="009063A0"/>
    <w:rsid w:val="00910C0E"/>
    <w:rsid w:val="0091115C"/>
    <w:rsid w:val="00911CB6"/>
    <w:rsid w:val="009123C2"/>
    <w:rsid w:val="00912DF2"/>
    <w:rsid w:val="00916142"/>
    <w:rsid w:val="009161BB"/>
    <w:rsid w:val="00920286"/>
    <w:rsid w:val="00922056"/>
    <w:rsid w:val="00925124"/>
    <w:rsid w:val="0093141F"/>
    <w:rsid w:val="00933521"/>
    <w:rsid w:val="00941545"/>
    <w:rsid w:val="00943021"/>
    <w:rsid w:val="00945742"/>
    <w:rsid w:val="009479DE"/>
    <w:rsid w:val="00951922"/>
    <w:rsid w:val="00954669"/>
    <w:rsid w:val="00957A69"/>
    <w:rsid w:val="00963B9E"/>
    <w:rsid w:val="00965E2C"/>
    <w:rsid w:val="0096641B"/>
    <w:rsid w:val="00967CC2"/>
    <w:rsid w:val="00974023"/>
    <w:rsid w:val="009763C7"/>
    <w:rsid w:val="00977670"/>
    <w:rsid w:val="0098026F"/>
    <w:rsid w:val="00980924"/>
    <w:rsid w:val="00980DCE"/>
    <w:rsid w:val="009810AF"/>
    <w:rsid w:val="009814AE"/>
    <w:rsid w:val="009846D0"/>
    <w:rsid w:val="00986FB3"/>
    <w:rsid w:val="0099199E"/>
    <w:rsid w:val="0099221F"/>
    <w:rsid w:val="00993F3E"/>
    <w:rsid w:val="0099728A"/>
    <w:rsid w:val="009A3E5B"/>
    <w:rsid w:val="009A43BE"/>
    <w:rsid w:val="009B0AEF"/>
    <w:rsid w:val="009B1D54"/>
    <w:rsid w:val="009B26D3"/>
    <w:rsid w:val="009B2C12"/>
    <w:rsid w:val="009B51EA"/>
    <w:rsid w:val="009B56A3"/>
    <w:rsid w:val="009B6D78"/>
    <w:rsid w:val="009C140A"/>
    <w:rsid w:val="009C1CD8"/>
    <w:rsid w:val="009C21C2"/>
    <w:rsid w:val="009C2DEE"/>
    <w:rsid w:val="009C3BD8"/>
    <w:rsid w:val="009C3CF9"/>
    <w:rsid w:val="009C441A"/>
    <w:rsid w:val="009C5385"/>
    <w:rsid w:val="009D0B8C"/>
    <w:rsid w:val="009D424A"/>
    <w:rsid w:val="009D75ED"/>
    <w:rsid w:val="009D7D09"/>
    <w:rsid w:val="009E0CD3"/>
    <w:rsid w:val="009E55C2"/>
    <w:rsid w:val="009E59A8"/>
    <w:rsid w:val="009F02CE"/>
    <w:rsid w:val="009F10FF"/>
    <w:rsid w:val="009F2805"/>
    <w:rsid w:val="009F47E6"/>
    <w:rsid w:val="009F6EAF"/>
    <w:rsid w:val="009F749A"/>
    <w:rsid w:val="00A046A3"/>
    <w:rsid w:val="00A05194"/>
    <w:rsid w:val="00A06728"/>
    <w:rsid w:val="00A1109D"/>
    <w:rsid w:val="00A12041"/>
    <w:rsid w:val="00A1631F"/>
    <w:rsid w:val="00A17372"/>
    <w:rsid w:val="00A20734"/>
    <w:rsid w:val="00A25093"/>
    <w:rsid w:val="00A26467"/>
    <w:rsid w:val="00A26EFB"/>
    <w:rsid w:val="00A27293"/>
    <w:rsid w:val="00A33D41"/>
    <w:rsid w:val="00A34817"/>
    <w:rsid w:val="00A36E4A"/>
    <w:rsid w:val="00A40194"/>
    <w:rsid w:val="00A415E6"/>
    <w:rsid w:val="00A41DE3"/>
    <w:rsid w:val="00A44B1B"/>
    <w:rsid w:val="00A46035"/>
    <w:rsid w:val="00A46780"/>
    <w:rsid w:val="00A517A3"/>
    <w:rsid w:val="00A51ACA"/>
    <w:rsid w:val="00A52DEE"/>
    <w:rsid w:val="00A5617A"/>
    <w:rsid w:val="00A60C7A"/>
    <w:rsid w:val="00A63F9D"/>
    <w:rsid w:val="00A64008"/>
    <w:rsid w:val="00A71083"/>
    <w:rsid w:val="00A710B2"/>
    <w:rsid w:val="00A720FA"/>
    <w:rsid w:val="00A73B77"/>
    <w:rsid w:val="00A7450F"/>
    <w:rsid w:val="00A829B6"/>
    <w:rsid w:val="00A91815"/>
    <w:rsid w:val="00A938A4"/>
    <w:rsid w:val="00A9678D"/>
    <w:rsid w:val="00A9740A"/>
    <w:rsid w:val="00AA0906"/>
    <w:rsid w:val="00AA482A"/>
    <w:rsid w:val="00AA7DF6"/>
    <w:rsid w:val="00AB6836"/>
    <w:rsid w:val="00AC1FB5"/>
    <w:rsid w:val="00AC2AB0"/>
    <w:rsid w:val="00AC46D8"/>
    <w:rsid w:val="00AC587D"/>
    <w:rsid w:val="00AD0634"/>
    <w:rsid w:val="00AD1ED7"/>
    <w:rsid w:val="00AD47CB"/>
    <w:rsid w:val="00AE0B50"/>
    <w:rsid w:val="00AE6567"/>
    <w:rsid w:val="00AE6719"/>
    <w:rsid w:val="00AF05F2"/>
    <w:rsid w:val="00AF24A9"/>
    <w:rsid w:val="00AF3DAF"/>
    <w:rsid w:val="00B00BCD"/>
    <w:rsid w:val="00B03542"/>
    <w:rsid w:val="00B06394"/>
    <w:rsid w:val="00B065CB"/>
    <w:rsid w:val="00B20BFE"/>
    <w:rsid w:val="00B2421F"/>
    <w:rsid w:val="00B25342"/>
    <w:rsid w:val="00B258B7"/>
    <w:rsid w:val="00B30BFA"/>
    <w:rsid w:val="00B31FDE"/>
    <w:rsid w:val="00B34A3D"/>
    <w:rsid w:val="00B4514C"/>
    <w:rsid w:val="00B45200"/>
    <w:rsid w:val="00B47F94"/>
    <w:rsid w:val="00B50207"/>
    <w:rsid w:val="00B55011"/>
    <w:rsid w:val="00B56DE9"/>
    <w:rsid w:val="00B6749C"/>
    <w:rsid w:val="00B67A89"/>
    <w:rsid w:val="00B72EC6"/>
    <w:rsid w:val="00B73DB4"/>
    <w:rsid w:val="00B74D14"/>
    <w:rsid w:val="00B75918"/>
    <w:rsid w:val="00B822EB"/>
    <w:rsid w:val="00B82974"/>
    <w:rsid w:val="00B87458"/>
    <w:rsid w:val="00B87B36"/>
    <w:rsid w:val="00B90F6F"/>
    <w:rsid w:val="00B91542"/>
    <w:rsid w:val="00B9260E"/>
    <w:rsid w:val="00B92B7C"/>
    <w:rsid w:val="00B92DE4"/>
    <w:rsid w:val="00B95DA9"/>
    <w:rsid w:val="00B95DD1"/>
    <w:rsid w:val="00B977DC"/>
    <w:rsid w:val="00BA279B"/>
    <w:rsid w:val="00BA2917"/>
    <w:rsid w:val="00BA29A6"/>
    <w:rsid w:val="00BA3373"/>
    <w:rsid w:val="00BA44EF"/>
    <w:rsid w:val="00BA5B69"/>
    <w:rsid w:val="00BA6583"/>
    <w:rsid w:val="00BA75EC"/>
    <w:rsid w:val="00BB59E6"/>
    <w:rsid w:val="00BB6668"/>
    <w:rsid w:val="00BC0AD9"/>
    <w:rsid w:val="00BC283E"/>
    <w:rsid w:val="00BC43DC"/>
    <w:rsid w:val="00BC5773"/>
    <w:rsid w:val="00BD0CA9"/>
    <w:rsid w:val="00BD45D4"/>
    <w:rsid w:val="00BD4CFC"/>
    <w:rsid w:val="00BD5AA8"/>
    <w:rsid w:val="00BD665B"/>
    <w:rsid w:val="00BD705A"/>
    <w:rsid w:val="00BD7535"/>
    <w:rsid w:val="00BE4408"/>
    <w:rsid w:val="00BE7EAE"/>
    <w:rsid w:val="00BF05B1"/>
    <w:rsid w:val="00BF12BE"/>
    <w:rsid w:val="00BF2CB9"/>
    <w:rsid w:val="00BF63A5"/>
    <w:rsid w:val="00BF727D"/>
    <w:rsid w:val="00BF7E4E"/>
    <w:rsid w:val="00C01577"/>
    <w:rsid w:val="00C0304D"/>
    <w:rsid w:val="00C105F0"/>
    <w:rsid w:val="00C130BC"/>
    <w:rsid w:val="00C155A8"/>
    <w:rsid w:val="00C16318"/>
    <w:rsid w:val="00C163C7"/>
    <w:rsid w:val="00C16624"/>
    <w:rsid w:val="00C2041D"/>
    <w:rsid w:val="00C23C40"/>
    <w:rsid w:val="00C24D03"/>
    <w:rsid w:val="00C267A5"/>
    <w:rsid w:val="00C26C6B"/>
    <w:rsid w:val="00C3535B"/>
    <w:rsid w:val="00C372B8"/>
    <w:rsid w:val="00C4540F"/>
    <w:rsid w:val="00C459A6"/>
    <w:rsid w:val="00C46A5A"/>
    <w:rsid w:val="00C47916"/>
    <w:rsid w:val="00C51263"/>
    <w:rsid w:val="00C52576"/>
    <w:rsid w:val="00C52E8B"/>
    <w:rsid w:val="00C54F6C"/>
    <w:rsid w:val="00C562E7"/>
    <w:rsid w:val="00C603C7"/>
    <w:rsid w:val="00C6046D"/>
    <w:rsid w:val="00C613C9"/>
    <w:rsid w:val="00C6353C"/>
    <w:rsid w:val="00C63CF9"/>
    <w:rsid w:val="00C67093"/>
    <w:rsid w:val="00C671F0"/>
    <w:rsid w:val="00C72282"/>
    <w:rsid w:val="00C74403"/>
    <w:rsid w:val="00C80369"/>
    <w:rsid w:val="00C81270"/>
    <w:rsid w:val="00C816EC"/>
    <w:rsid w:val="00C83777"/>
    <w:rsid w:val="00C83AF8"/>
    <w:rsid w:val="00C8554A"/>
    <w:rsid w:val="00C86FB6"/>
    <w:rsid w:val="00C91175"/>
    <w:rsid w:val="00C9123D"/>
    <w:rsid w:val="00C92CAA"/>
    <w:rsid w:val="00C93F6D"/>
    <w:rsid w:val="00CA1E4C"/>
    <w:rsid w:val="00CA314B"/>
    <w:rsid w:val="00CA5164"/>
    <w:rsid w:val="00CA7131"/>
    <w:rsid w:val="00CA7CBE"/>
    <w:rsid w:val="00CB0BF0"/>
    <w:rsid w:val="00CB11CA"/>
    <w:rsid w:val="00CB4B86"/>
    <w:rsid w:val="00CB7D1F"/>
    <w:rsid w:val="00CC0F45"/>
    <w:rsid w:val="00CC3A99"/>
    <w:rsid w:val="00CD0DE0"/>
    <w:rsid w:val="00CD1A34"/>
    <w:rsid w:val="00CD24AF"/>
    <w:rsid w:val="00CD46F2"/>
    <w:rsid w:val="00CD69E5"/>
    <w:rsid w:val="00CE0B6E"/>
    <w:rsid w:val="00CE532E"/>
    <w:rsid w:val="00CE5680"/>
    <w:rsid w:val="00CE5D3F"/>
    <w:rsid w:val="00CE5F8E"/>
    <w:rsid w:val="00CF670D"/>
    <w:rsid w:val="00D0377C"/>
    <w:rsid w:val="00D04F42"/>
    <w:rsid w:val="00D10F58"/>
    <w:rsid w:val="00D14AFB"/>
    <w:rsid w:val="00D14E48"/>
    <w:rsid w:val="00D2233A"/>
    <w:rsid w:val="00D2385D"/>
    <w:rsid w:val="00D23D84"/>
    <w:rsid w:val="00D24C68"/>
    <w:rsid w:val="00D25C2F"/>
    <w:rsid w:val="00D273B5"/>
    <w:rsid w:val="00D27A81"/>
    <w:rsid w:val="00D30D00"/>
    <w:rsid w:val="00D34C9E"/>
    <w:rsid w:val="00D36DA9"/>
    <w:rsid w:val="00D42230"/>
    <w:rsid w:val="00D45771"/>
    <w:rsid w:val="00D478C2"/>
    <w:rsid w:val="00D5021A"/>
    <w:rsid w:val="00D510F8"/>
    <w:rsid w:val="00D54973"/>
    <w:rsid w:val="00D5504D"/>
    <w:rsid w:val="00D60C1C"/>
    <w:rsid w:val="00D62C94"/>
    <w:rsid w:val="00D657AC"/>
    <w:rsid w:val="00D657AD"/>
    <w:rsid w:val="00D66CD1"/>
    <w:rsid w:val="00D67072"/>
    <w:rsid w:val="00D73327"/>
    <w:rsid w:val="00D8286E"/>
    <w:rsid w:val="00D836F2"/>
    <w:rsid w:val="00D84530"/>
    <w:rsid w:val="00D8705C"/>
    <w:rsid w:val="00D87A58"/>
    <w:rsid w:val="00D87BBB"/>
    <w:rsid w:val="00D91028"/>
    <w:rsid w:val="00D92A1E"/>
    <w:rsid w:val="00D93664"/>
    <w:rsid w:val="00D94674"/>
    <w:rsid w:val="00DA186A"/>
    <w:rsid w:val="00DA3287"/>
    <w:rsid w:val="00DA6B50"/>
    <w:rsid w:val="00DA6D2A"/>
    <w:rsid w:val="00DB0EA2"/>
    <w:rsid w:val="00DB2CC7"/>
    <w:rsid w:val="00DB4A48"/>
    <w:rsid w:val="00DC0AD3"/>
    <w:rsid w:val="00DC0F64"/>
    <w:rsid w:val="00DC45B1"/>
    <w:rsid w:val="00DC4A3F"/>
    <w:rsid w:val="00DC4E00"/>
    <w:rsid w:val="00DC6AB2"/>
    <w:rsid w:val="00DD0C01"/>
    <w:rsid w:val="00DD2695"/>
    <w:rsid w:val="00DD5F80"/>
    <w:rsid w:val="00DD6E62"/>
    <w:rsid w:val="00DE049D"/>
    <w:rsid w:val="00DE23CE"/>
    <w:rsid w:val="00DE3F78"/>
    <w:rsid w:val="00DE5A64"/>
    <w:rsid w:val="00DF1805"/>
    <w:rsid w:val="00DF2B0F"/>
    <w:rsid w:val="00DF4FE3"/>
    <w:rsid w:val="00E00287"/>
    <w:rsid w:val="00E015E0"/>
    <w:rsid w:val="00E03175"/>
    <w:rsid w:val="00E03A31"/>
    <w:rsid w:val="00E11178"/>
    <w:rsid w:val="00E114C5"/>
    <w:rsid w:val="00E15C6E"/>
    <w:rsid w:val="00E15D4D"/>
    <w:rsid w:val="00E22D81"/>
    <w:rsid w:val="00E23203"/>
    <w:rsid w:val="00E23E23"/>
    <w:rsid w:val="00E241BC"/>
    <w:rsid w:val="00E2482E"/>
    <w:rsid w:val="00E269D8"/>
    <w:rsid w:val="00E27AEA"/>
    <w:rsid w:val="00E37313"/>
    <w:rsid w:val="00E40211"/>
    <w:rsid w:val="00E40E37"/>
    <w:rsid w:val="00E44926"/>
    <w:rsid w:val="00E45522"/>
    <w:rsid w:val="00E45CAB"/>
    <w:rsid w:val="00E46963"/>
    <w:rsid w:val="00E5161F"/>
    <w:rsid w:val="00E62D06"/>
    <w:rsid w:val="00E63BA1"/>
    <w:rsid w:val="00E73782"/>
    <w:rsid w:val="00E7420A"/>
    <w:rsid w:val="00E7532F"/>
    <w:rsid w:val="00E7662B"/>
    <w:rsid w:val="00E77005"/>
    <w:rsid w:val="00E81121"/>
    <w:rsid w:val="00E923E1"/>
    <w:rsid w:val="00E92E65"/>
    <w:rsid w:val="00E93985"/>
    <w:rsid w:val="00E9697F"/>
    <w:rsid w:val="00EA0899"/>
    <w:rsid w:val="00EA2019"/>
    <w:rsid w:val="00EA477B"/>
    <w:rsid w:val="00EA5BD6"/>
    <w:rsid w:val="00EB0BE9"/>
    <w:rsid w:val="00EB269C"/>
    <w:rsid w:val="00EB63C8"/>
    <w:rsid w:val="00EB67B3"/>
    <w:rsid w:val="00EB6F63"/>
    <w:rsid w:val="00EC2224"/>
    <w:rsid w:val="00EC33AB"/>
    <w:rsid w:val="00EC3780"/>
    <w:rsid w:val="00ED1E6D"/>
    <w:rsid w:val="00ED318F"/>
    <w:rsid w:val="00ED7608"/>
    <w:rsid w:val="00ED7ACB"/>
    <w:rsid w:val="00EE2C13"/>
    <w:rsid w:val="00EE40C2"/>
    <w:rsid w:val="00EE6F20"/>
    <w:rsid w:val="00EE7F28"/>
    <w:rsid w:val="00EF794C"/>
    <w:rsid w:val="00F048F2"/>
    <w:rsid w:val="00F07C84"/>
    <w:rsid w:val="00F14118"/>
    <w:rsid w:val="00F16C9F"/>
    <w:rsid w:val="00F2042B"/>
    <w:rsid w:val="00F22BDF"/>
    <w:rsid w:val="00F268B6"/>
    <w:rsid w:val="00F30DFB"/>
    <w:rsid w:val="00F37797"/>
    <w:rsid w:val="00F40F5A"/>
    <w:rsid w:val="00F41D17"/>
    <w:rsid w:val="00F43783"/>
    <w:rsid w:val="00F5081D"/>
    <w:rsid w:val="00F52095"/>
    <w:rsid w:val="00F53F1A"/>
    <w:rsid w:val="00F56120"/>
    <w:rsid w:val="00F62A78"/>
    <w:rsid w:val="00F64268"/>
    <w:rsid w:val="00F66A14"/>
    <w:rsid w:val="00F71D98"/>
    <w:rsid w:val="00F75F6A"/>
    <w:rsid w:val="00F81FE0"/>
    <w:rsid w:val="00F8307B"/>
    <w:rsid w:val="00F84664"/>
    <w:rsid w:val="00F84C4D"/>
    <w:rsid w:val="00F865E4"/>
    <w:rsid w:val="00F9457F"/>
    <w:rsid w:val="00F952FC"/>
    <w:rsid w:val="00F9554E"/>
    <w:rsid w:val="00F95B41"/>
    <w:rsid w:val="00F95F8C"/>
    <w:rsid w:val="00FA228F"/>
    <w:rsid w:val="00FA3D6E"/>
    <w:rsid w:val="00FA5F00"/>
    <w:rsid w:val="00FB0980"/>
    <w:rsid w:val="00FB32A1"/>
    <w:rsid w:val="00FB46C5"/>
    <w:rsid w:val="00FC044B"/>
    <w:rsid w:val="00FC72ED"/>
    <w:rsid w:val="00FD026E"/>
    <w:rsid w:val="00FD72CE"/>
    <w:rsid w:val="00FE2D78"/>
    <w:rsid w:val="00FE44C5"/>
    <w:rsid w:val="00FE55BE"/>
    <w:rsid w:val="00FE5F02"/>
    <w:rsid w:val="00FE6C87"/>
    <w:rsid w:val="00FF228E"/>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2DEE"/>
    <w:rPr>
      <w:lang w:val="lt-LT"/>
    </w:rPr>
  </w:style>
  <w:style w:type="paragraph" w:styleId="Antrat1">
    <w:name w:val="heading 1"/>
    <w:aliases w:val="Forit 1 lygis,FORIT H1,Section,Appendix,stydde,app heading 1,app heading 11,app heading 12,app heading 111,app heading 13,1,1 ghost,g,ghost,H1,Kapitel,Arial 14 Fett,Arial 14 Fett1,Arial 14 Fett2,Arial 16 Fett,Datasheet title,Chapter"/>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Forit 1 lygis Diagrama,FORIT H1 Diagrama,Section Diagrama,Appendix Diagrama,stydde Diagrama,app heading 1 Diagrama,app heading 11 Diagrama,app heading 12 Diagrama,app heading 111 Diagrama,app heading 13 Diagrama,1 Diagrama,g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nhideWhenUsed/>
    <w:rPr>
      <w:sz w:val="16"/>
    </w:rPr>
  </w:style>
  <w:style w:type="paragraph" w:styleId="Komentarotekstas">
    <w:name w:val="annotation text"/>
    <w:basedOn w:val="prastasis"/>
    <w:link w:val="KomentarotekstasDiagrama"/>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nhideWhenUsed/>
    <w:rPr>
      <w:b/>
      <w:bCs/>
    </w:rPr>
  </w:style>
  <w:style w:type="character" w:customStyle="1" w:styleId="KomentarotemaDiagrama">
    <w:name w:val="Komentaro tema Diagrama"/>
    <w:basedOn w:val="KomentarotekstasDiagrama"/>
    <w:link w:val="Komentarotema"/>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customStyle="1" w:styleId="Neapdorotaspaminjimas1">
    <w:name w:val="Neapdorotas paminėjimas1"/>
    <w:basedOn w:val="Numatytasispastraiposriftas"/>
    <w:uiPriority w:val="99"/>
    <w:semiHidden/>
    <w:unhideWhenUsed/>
    <w:rsid w:val="00F43783"/>
    <w:rPr>
      <w:color w:val="605E5C"/>
      <w:shd w:val="clear" w:color="auto" w:fill="E1DFDD"/>
    </w:rPr>
  </w:style>
  <w:style w:type="paragraph" w:customStyle="1" w:styleId="Skyriauspavadinimas">
    <w:name w:val="Skyriaus pavadinimas"/>
    <w:basedOn w:val="prastasis"/>
    <w:rsid w:val="00E9697F"/>
    <w:pPr>
      <w:numPr>
        <w:numId w:val="20"/>
      </w:numPr>
      <w:spacing w:after="0" w:line="240" w:lineRule="auto"/>
      <w:jc w:val="center"/>
    </w:pPr>
    <w:rPr>
      <w:rFonts w:ascii="Times New Roman Bold" w:eastAsia="Times New Roman" w:hAnsi="Times New Roman Bold" w:cs="Times New Roman"/>
      <w:b/>
      <w:caps/>
      <w:sz w:val="24"/>
      <w:szCs w:val="24"/>
      <w:lang w:val="en-GB"/>
    </w:rPr>
  </w:style>
  <w:style w:type="table" w:customStyle="1" w:styleId="TableGrid1">
    <w:name w:val="Table Grid1"/>
    <w:basedOn w:val="prastojilentel"/>
    <w:next w:val="Lentelstinklelis"/>
    <w:uiPriority w:val="39"/>
    <w:rsid w:val="00E9697F"/>
    <w:pPr>
      <w:spacing w:after="0" w:line="240" w:lineRule="auto"/>
      <w:jc w:val="left"/>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E9697F"/>
    <w:pPr>
      <w:spacing w:after="0" w:line="240" w:lineRule="auto"/>
      <w:jc w:val="left"/>
    </w:pPr>
    <w:rPr>
      <w:rFonts w:ascii="Times New Roman" w:eastAsia="Calibri" w:hAnsi="Times New Roman"/>
      <w:sz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n">
    <w:name w:val="tin"/>
    <w:basedOn w:val="prastasis"/>
    <w:rsid w:val="00E9697F"/>
    <w:pPr>
      <w:spacing w:before="100" w:beforeAutospacing="1" w:after="100" w:afterAutospacing="1" w:line="240" w:lineRule="auto"/>
      <w:jc w:val="left"/>
    </w:pPr>
    <w:rPr>
      <w:rFonts w:ascii="Times New Roman" w:eastAsia="Times New Roman" w:hAnsi="Times New Roman" w:cs="Times New Roman"/>
      <w:sz w:val="24"/>
      <w:szCs w:val="24"/>
    </w:rPr>
  </w:style>
  <w:style w:type="table" w:customStyle="1" w:styleId="TableGrid6">
    <w:name w:val="Table Grid6"/>
    <w:basedOn w:val="prastojilentel"/>
    <w:next w:val="Lentelstinklelis"/>
    <w:uiPriority w:val="39"/>
    <w:rsid w:val="00E9697F"/>
    <w:pPr>
      <w:suppressAutoHyphens/>
      <w:spacing w:after="0" w:line="240" w:lineRule="auto"/>
      <w:jc w:val="left"/>
    </w:pPr>
    <w:rPr>
      <w:rFonts w:ascii="Times New Roman" w:eastAsia="Calibri" w:hAnsi="Times New Roman" w:cs="DokChampa"/>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prastojilentel"/>
    <w:uiPriority w:val="39"/>
    <w:rsid w:val="00E9697F"/>
    <w:pPr>
      <w:spacing w:after="0" w:line="240" w:lineRule="auto"/>
      <w:jc w:val="left"/>
    </w:pPr>
    <w:rPr>
      <w:rFonts w:ascii="Calibri" w:eastAsia="Times New Roman" w:hAnsi="Calibri" w:cs="Times New Roman"/>
      <w:lang w:val="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Lentelstinklelis11">
    <w:name w:val="Lentelės tinklelis11"/>
    <w:basedOn w:val="prastojilentel"/>
    <w:next w:val="Lentelstinklelis"/>
    <w:uiPriority w:val="39"/>
    <w:rsid w:val="00E9697F"/>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jtin">
    <w:name w:val="tajtin"/>
    <w:basedOn w:val="prastasis"/>
    <w:rsid w:val="00E9697F"/>
    <w:pPr>
      <w:spacing w:before="100" w:beforeAutospacing="1" w:after="100" w:afterAutospacing="1" w:line="240" w:lineRule="auto"/>
      <w:jc w:val="left"/>
    </w:pPr>
    <w:rPr>
      <w:rFonts w:ascii="Times New Roman" w:eastAsia="Times New Roman" w:hAnsi="Times New Roman" w:cs="Times New Roman"/>
      <w:sz w:val="24"/>
      <w:szCs w:val="24"/>
    </w:rPr>
  </w:style>
  <w:style w:type="character" w:customStyle="1" w:styleId="normaltextrun">
    <w:name w:val="normaltextrun"/>
    <w:basedOn w:val="Numatytasispastraiposriftas"/>
    <w:rsid w:val="00E9697F"/>
  </w:style>
  <w:style w:type="character" w:customStyle="1" w:styleId="Bodytext2Italic">
    <w:name w:val="Body text|2 + Italic"/>
    <w:basedOn w:val="Numatytasispastraiposriftas"/>
    <w:semiHidden/>
    <w:rsid w:val="00E9697F"/>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784D9E45-879E-4537-9150-339D71AD6F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2985</Words>
  <Characters>1702</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subject/>
  <dc:creator>Evaldas Stadalius</dc:creator>
  <cp:keywords/>
  <dc:description/>
  <cp:lastModifiedBy>Remigijus Stundžia</cp:lastModifiedBy>
  <cp:revision>3</cp:revision>
  <cp:lastPrinted>2018-03-07T08:06:00Z</cp:lastPrinted>
  <dcterms:created xsi:type="dcterms:W3CDTF">2026-01-23T09:51:00Z</dcterms:created>
  <dcterms:modified xsi:type="dcterms:W3CDTF">2026-01-26T11:11:00Z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